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78CD0" w14:textId="77777777" w:rsidR="008F4AEA" w:rsidRDefault="00D30D72" w:rsidP="005579CC">
      <w:pPr>
        <w:pStyle w:val="PNTitul1"/>
      </w:pPr>
      <w:bookmarkStart w:id="0" w:name="_GoBack"/>
      <w:bookmarkEnd w:id="0"/>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E9BF7A9CF54745159C4B218346588A5C"/>
        </w:placeholder>
        <w:text w:multiLine="1"/>
      </w:sdtPr>
      <w:sdtEndPr>
        <w:rPr>
          <w:rStyle w:val="PNNzevakce"/>
        </w:rPr>
      </w:sdtEndPr>
      <w:sdtContent>
        <w:p w14:paraId="4131EA3E" w14:textId="4D5B6F91" w:rsidR="008F4AEA" w:rsidRPr="007213E4" w:rsidRDefault="00A723D3" w:rsidP="007213E4">
          <w:pPr>
            <w:pStyle w:val="PNTextzkladn"/>
            <w:rPr>
              <w:rStyle w:val="PNNzevakce"/>
            </w:rPr>
          </w:pPr>
          <w:r w:rsidRPr="00A723D3">
            <w:rPr>
              <w:rStyle w:val="PNNzevakce"/>
            </w:rPr>
            <w:t>„Optimalizace trati Karlštejn (mimo) – Beroun (mimo)“</w:t>
          </w:r>
        </w:p>
      </w:sdtContent>
    </w:sdt>
    <w:p w14:paraId="32F42ED5" w14:textId="77777777" w:rsidR="008F4AEA" w:rsidRDefault="008F4AEA" w:rsidP="005579CC">
      <w:pPr>
        <w:pStyle w:val="PNTextzkladn"/>
      </w:pPr>
    </w:p>
    <w:p w14:paraId="5CB560D7"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3551128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2410A55"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4361C5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AE94D87" w14:textId="77777777" w:rsidR="00C96E7C" w:rsidRDefault="00C96E7C" w:rsidP="001C7156">
      <w:pPr>
        <w:pStyle w:val="PNTextbezodsazmezer"/>
      </w:pPr>
      <w:r>
        <w:t xml:space="preserve">se sídlem: Dlážděná 1003/7, 110 00 Praha 1 - Nové Město </w:t>
      </w:r>
    </w:p>
    <w:p w14:paraId="63503FC8" w14:textId="77777777" w:rsidR="00C96E7C" w:rsidRDefault="00C96E7C" w:rsidP="001C7156">
      <w:pPr>
        <w:pStyle w:val="PNTextbezodsazmezer"/>
      </w:pPr>
      <w:r>
        <w:t>IČO: 70994234 DIČ: CZ70994234</w:t>
      </w:r>
    </w:p>
    <w:p w14:paraId="18ABD2B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2BFA860" w14:textId="77777777" w:rsidR="00C96E7C" w:rsidRDefault="00C96E7C" w:rsidP="001C7156">
      <w:pPr>
        <w:pStyle w:val="PNTextbezodsazmezer"/>
      </w:pPr>
      <w:r>
        <w:t>spisová značka A 48384</w:t>
      </w:r>
    </w:p>
    <w:p w14:paraId="5DAB21F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9422E2A" w14:textId="77777777" w:rsidR="00C96E7C" w:rsidRDefault="00C96E7C" w:rsidP="00EF10BA">
      <w:pPr>
        <w:pStyle w:val="PNTextzkladn"/>
      </w:pPr>
      <w:r w:rsidRPr="00EF10BA">
        <w:rPr>
          <w:highlight w:val="yellow"/>
        </w:rPr>
        <w:t>VLOŽÍ</w:t>
      </w:r>
      <w:r w:rsidRPr="00C96E7C">
        <w:rPr>
          <w:highlight w:val="yellow"/>
        </w:rPr>
        <w:t xml:space="preserve"> ZHOTOVITEL</w:t>
      </w:r>
    </w:p>
    <w:p w14:paraId="4AF1AE4A" w14:textId="77777777" w:rsidR="00C96E7C" w:rsidRDefault="00C96E7C" w:rsidP="00150E39">
      <w:pPr>
        <w:pStyle w:val="PNNadpis10bPod-l111"/>
      </w:pPr>
      <w:r>
        <w:t>1.1.2.4</w:t>
      </w:r>
      <w:r w:rsidR="001C7156">
        <w:tab/>
      </w:r>
      <w:r>
        <w:t>Jméno (název)</w:t>
      </w:r>
      <w:r w:rsidR="00582C15">
        <w:t xml:space="preserve"> a </w:t>
      </w:r>
      <w:r>
        <w:t>adresa Správce stavby</w:t>
      </w:r>
    </w:p>
    <w:p w14:paraId="084F09A1" w14:textId="77777777" w:rsidR="00E474A2" w:rsidRDefault="00E474A2" w:rsidP="00E474A2">
      <w:pPr>
        <w:pStyle w:val="PNTextbezodsazmezer"/>
      </w:pPr>
      <w:r>
        <w:t>Ing. Michal Krošlák</w:t>
      </w:r>
    </w:p>
    <w:p w14:paraId="5B312A92" w14:textId="77777777" w:rsidR="00E474A2" w:rsidRDefault="00E474A2" w:rsidP="00E474A2">
      <w:pPr>
        <w:pStyle w:val="PNTextbezodsazmezer"/>
      </w:pPr>
      <w:r>
        <w:t>Ke Štvanici 656/3, 186 00 Praha 8</w:t>
      </w:r>
    </w:p>
    <w:p w14:paraId="083B0F04" w14:textId="77777777" w:rsidR="00E474A2" w:rsidRDefault="00E474A2" w:rsidP="00E474A2">
      <w:pPr>
        <w:pStyle w:val="PNTextbezodsazmezer"/>
      </w:pPr>
      <w:r>
        <w:t>M 727 876 478</w:t>
      </w:r>
    </w:p>
    <w:p w14:paraId="2C3728D3" w14:textId="5CBBB61D" w:rsidR="00E474A2" w:rsidRDefault="00E474A2" w:rsidP="00E474A2">
      <w:pPr>
        <w:pStyle w:val="PNTextbezodsazmezer"/>
      </w:pPr>
      <w:r>
        <w:t>E kroslak@spravazeleznic.cz</w:t>
      </w:r>
    </w:p>
    <w:p w14:paraId="18A6ADE4" w14:textId="77777777" w:rsidR="00C96E7C" w:rsidRDefault="00C96E7C" w:rsidP="00150E39">
      <w:pPr>
        <w:pStyle w:val="PNNadpis10bPod-l111"/>
      </w:pPr>
      <w:r>
        <w:t>1.1.3.7</w:t>
      </w:r>
      <w:r w:rsidR="001C7156">
        <w:tab/>
      </w:r>
      <w:r>
        <w:t>Záruční doba</w:t>
      </w:r>
    </w:p>
    <w:p w14:paraId="4D69B1D5"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AD82672" w14:textId="77777777" w:rsidR="00C96E7C" w:rsidRDefault="00C96E7C" w:rsidP="00150E39">
      <w:pPr>
        <w:pStyle w:val="PNNadpis10bPod-l111"/>
      </w:pPr>
      <w:r>
        <w:t>1.1.4.15</w:t>
      </w:r>
      <w:r w:rsidR="00CF609C">
        <w:tab/>
      </w:r>
      <w:r w:rsidR="00150E39">
        <w:tab/>
      </w:r>
      <w:r>
        <w:t>Faktura</w:t>
      </w:r>
    </w:p>
    <w:p w14:paraId="0147DD1A" w14:textId="0E95BF02" w:rsidR="00C96E7C" w:rsidRDefault="00C96E7C" w:rsidP="00EF10BA">
      <w:pPr>
        <w:pStyle w:val="PNTextzkladn"/>
      </w:pPr>
      <w:r>
        <w:t>U zhotovování Díla, které je spolufinancováno</w:t>
      </w:r>
      <w:r w:rsidR="00582C15">
        <w:t xml:space="preserve"> z </w:t>
      </w:r>
      <w:r>
        <w:t>prostředků</w:t>
      </w:r>
      <w:r w:rsidR="00CD0C34">
        <w:t xml:space="preserve"> </w:t>
      </w:r>
      <w:r w:rsidR="007B70DD">
        <w:t>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CF9E152" w14:textId="77777777" w:rsidR="00C96E7C" w:rsidRPr="001C7156" w:rsidRDefault="00C96E7C" w:rsidP="00D42C7E">
      <w:pPr>
        <w:pStyle w:val="PNOdstavecsl1a"/>
      </w:pPr>
      <w:r w:rsidRPr="001C7156">
        <w:t>Soupis zjišťovacích protokolů,</w:t>
      </w:r>
    </w:p>
    <w:p w14:paraId="5945ED71" w14:textId="77777777" w:rsidR="00C96E7C" w:rsidRPr="001C7156" w:rsidRDefault="00C96E7C" w:rsidP="00D42C7E">
      <w:pPr>
        <w:pStyle w:val="PNOdstavecsl1a"/>
      </w:pPr>
      <w:r w:rsidRPr="005B7883">
        <w:t xml:space="preserve">Zjišťovací </w:t>
      </w:r>
      <w:r w:rsidRPr="001C7156">
        <w:t>protokoly,</w:t>
      </w:r>
    </w:p>
    <w:p w14:paraId="6AB2E782" w14:textId="77777777" w:rsidR="00C96E7C" w:rsidRDefault="00C96E7C" w:rsidP="00D42C7E">
      <w:pPr>
        <w:pStyle w:val="PNOdstavecsl1a"/>
      </w:pPr>
      <w:r w:rsidRPr="001C7156">
        <w:t>Správcem sta</w:t>
      </w:r>
      <w:r>
        <w:t>vby odsouhlasený soupis provedených prací.</w:t>
      </w:r>
    </w:p>
    <w:p w14:paraId="6C684FC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CA42B0"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026D4444"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34E08E97"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25CAFEF1"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77A323FC" w14:textId="2EE9E2DA" w:rsidR="00C96E7C" w:rsidRDefault="00C96E7C" w:rsidP="00150E39">
      <w:pPr>
        <w:pStyle w:val="PNNadpis10bPod-l111"/>
      </w:pPr>
      <w:r>
        <w:t>1.1.5.6</w:t>
      </w:r>
      <w:r w:rsidR="00CF609C">
        <w:tab/>
      </w:r>
      <w:r>
        <w:t xml:space="preserve">Definice sekcí </w:t>
      </w:r>
    </w:p>
    <w:p w14:paraId="5DB09AB0" w14:textId="77777777" w:rsidR="009C0E49" w:rsidRPr="004663FD" w:rsidRDefault="009C0E49" w:rsidP="004663FD">
      <w:pPr>
        <w:pStyle w:val="PNTextzkladn"/>
      </w:pPr>
    </w:p>
    <w:p w14:paraId="6015E123"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2EA5896"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26AF181" w14:textId="77777777" w:rsidR="00E41EEA" w:rsidRPr="00126C15" w:rsidRDefault="00E41EEA" w:rsidP="00C8486C">
            <w:pPr>
              <w:pStyle w:val="Tabulka-9"/>
              <w:rPr>
                <w:b w:val="0"/>
              </w:rPr>
            </w:pPr>
            <w:r w:rsidRPr="00126C15">
              <w:t>Popis</w:t>
            </w:r>
          </w:p>
        </w:tc>
        <w:tc>
          <w:tcPr>
            <w:tcW w:w="3260" w:type="dxa"/>
          </w:tcPr>
          <w:p w14:paraId="1BBFAA06" w14:textId="77777777" w:rsidR="00E41EEA" w:rsidRPr="00126C15" w:rsidRDefault="00E41EEA" w:rsidP="00C8486C">
            <w:pPr>
              <w:pStyle w:val="Tabulka-9"/>
              <w:rPr>
                <w:b w:val="0"/>
              </w:rPr>
            </w:pPr>
            <w:r w:rsidRPr="00126C15">
              <w:t>Doba pro dokončení</w:t>
            </w:r>
          </w:p>
        </w:tc>
      </w:tr>
      <w:tr w:rsidR="00E41EEA" w14:paraId="27717860" w14:textId="77777777" w:rsidTr="001C7156">
        <w:tc>
          <w:tcPr>
            <w:tcW w:w="5608" w:type="dxa"/>
          </w:tcPr>
          <w:p w14:paraId="13553302"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009B6D92" w14:textId="1141FFC3" w:rsidR="00932780" w:rsidRPr="00194E72" w:rsidRDefault="00932780">
            <w:pPr>
              <w:pStyle w:val="Tabulka-9"/>
            </w:pPr>
            <w:r w:rsidRPr="00194E72">
              <w:t xml:space="preserve">zahrnující </w:t>
            </w:r>
            <w:r w:rsidRPr="00176DD0">
              <w:t>všechny SO/PS kromě položek č. 1, 2, 3, 5, 16 objektu SO 98-98</w:t>
            </w:r>
          </w:p>
        </w:tc>
        <w:tc>
          <w:tcPr>
            <w:tcW w:w="3260" w:type="dxa"/>
          </w:tcPr>
          <w:p w14:paraId="65C73CB9" w14:textId="7290220B" w:rsidR="00E41EEA" w:rsidRPr="00194E72" w:rsidRDefault="00E10309" w:rsidP="00C8486C">
            <w:pPr>
              <w:pStyle w:val="Tabulka-9"/>
            </w:pPr>
            <w:r>
              <w:t>do 30 měsíců od data zahájení prací</w:t>
            </w:r>
          </w:p>
        </w:tc>
      </w:tr>
      <w:tr w:rsidR="00E41EEA" w14:paraId="5760A4A4" w14:textId="77777777" w:rsidTr="001C7156">
        <w:tc>
          <w:tcPr>
            <w:tcW w:w="5608" w:type="dxa"/>
          </w:tcPr>
          <w:p w14:paraId="4723C0C8" w14:textId="52684026" w:rsidR="00936EC1" w:rsidRPr="00194E72" w:rsidRDefault="00E41EEA" w:rsidP="00932780">
            <w:pPr>
              <w:pStyle w:val="Tabulka-9"/>
            </w:pPr>
            <w:r w:rsidRPr="004663FD">
              <w:t>Sekce</w:t>
            </w:r>
            <w:r w:rsidR="001965E6" w:rsidRPr="004663FD">
              <w:t xml:space="preserve"> 2</w:t>
            </w:r>
            <w:r w:rsidR="00932780">
              <w:t xml:space="preserve"> –</w:t>
            </w:r>
            <w:r w:rsidR="00932780" w:rsidRPr="00932780">
              <w:t xml:space="preserve"> všechny SO/PS uvedené ve Stavebním postupu č. 1, přípravné </w:t>
            </w:r>
            <w:proofErr w:type="spellStart"/>
            <w:r w:rsidR="00932780" w:rsidRPr="00932780">
              <w:t>práce+TV+odb.Lom</w:t>
            </w:r>
            <w:proofErr w:type="spellEnd"/>
            <w:r w:rsidR="00932780" w:rsidRPr="00932780">
              <w:t>, uvedeném v ZOV (viz dokument B.8.3 Časový postup prací) s výjimkou sanace skal SO 90-38-50</w:t>
            </w:r>
          </w:p>
        </w:tc>
        <w:tc>
          <w:tcPr>
            <w:tcW w:w="3260" w:type="dxa"/>
          </w:tcPr>
          <w:p w14:paraId="37BAE4C4" w14:textId="209DE5AB" w:rsidR="00E10309" w:rsidRDefault="00E10309" w:rsidP="00E10309">
            <w:pPr>
              <w:pStyle w:val="Textkomente"/>
            </w:pPr>
            <w:r>
              <w:t>do 11 měsíců od data zahájení prací</w:t>
            </w:r>
          </w:p>
          <w:p w14:paraId="41A7A48E" w14:textId="0CB28592" w:rsidR="00E41EEA" w:rsidRPr="00194E72" w:rsidRDefault="00E41EEA" w:rsidP="00C8486C">
            <w:pPr>
              <w:pStyle w:val="Tabulka-9"/>
            </w:pPr>
          </w:p>
        </w:tc>
      </w:tr>
      <w:tr w:rsidR="00A421C6" w14:paraId="37580A19" w14:textId="77777777" w:rsidTr="001C7156">
        <w:tc>
          <w:tcPr>
            <w:tcW w:w="5608" w:type="dxa"/>
          </w:tcPr>
          <w:p w14:paraId="18A7C256" w14:textId="4FBD0100" w:rsidR="00A421C6" w:rsidRPr="00A02924" w:rsidRDefault="00932780" w:rsidP="00C8486C">
            <w:pPr>
              <w:pStyle w:val="Tabulka-9"/>
            </w:pPr>
            <w:r w:rsidRPr="00093428">
              <w:t xml:space="preserve">Sekce </w:t>
            </w:r>
            <w:r>
              <w:t xml:space="preserve">3 - </w:t>
            </w:r>
            <w:r w:rsidRPr="00176DD0">
              <w:t xml:space="preserve">všechny SO/PS uvedené ve Stavebním postupu č. 2, TK2 </w:t>
            </w:r>
            <w:r>
              <w:t xml:space="preserve">odbočka </w:t>
            </w:r>
            <w:r w:rsidRPr="00176DD0">
              <w:t>Lom-Beroun, uvedeném v ZOV (viz dokument</w:t>
            </w:r>
            <w:r>
              <w:t xml:space="preserve"> B.8.3 Časový postup prací) s výjimkou sanace skal SO 90-38-50</w:t>
            </w:r>
          </w:p>
        </w:tc>
        <w:tc>
          <w:tcPr>
            <w:tcW w:w="3260" w:type="dxa"/>
          </w:tcPr>
          <w:p w14:paraId="76D7294B" w14:textId="471AEAFA" w:rsidR="00A421C6" w:rsidRPr="00194E72" w:rsidDel="007B70DD" w:rsidRDefault="004663FD" w:rsidP="00C8486C">
            <w:pPr>
              <w:pStyle w:val="Tabulka-9"/>
              <w:rPr>
                <w:highlight w:val="green"/>
              </w:rPr>
            </w:pPr>
            <w:r>
              <w:t>d</w:t>
            </w:r>
            <w:r w:rsidR="00E10309">
              <w:t>o 15 měsíců od data zahájení prací</w:t>
            </w:r>
          </w:p>
        </w:tc>
      </w:tr>
    </w:tbl>
    <w:p w14:paraId="2EAAD508" w14:textId="77777777" w:rsidR="003259C2" w:rsidRPr="00EF10BA" w:rsidRDefault="003259C2" w:rsidP="001C7156">
      <w:pPr>
        <w:pStyle w:val="PNTextbezodsazmezer"/>
        <w:rPr>
          <w:highlight w:val="green"/>
        </w:rPr>
      </w:pPr>
    </w:p>
    <w:p w14:paraId="6ABB6BDF" w14:textId="77777777" w:rsidR="00C96E7C" w:rsidRDefault="00C96E7C" w:rsidP="00150E39">
      <w:pPr>
        <w:pStyle w:val="PNNadpis10bPod-l111"/>
      </w:pPr>
      <w:r>
        <w:t xml:space="preserve">1.3 </w:t>
      </w:r>
      <w:r w:rsidR="001C7156">
        <w:tab/>
      </w:r>
      <w:r>
        <w:t>Elektronické přenosové systémy</w:t>
      </w:r>
    </w:p>
    <w:p w14:paraId="33262D4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AA46392"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F8CC342" w14:textId="77777777" w:rsidR="00C96E7C" w:rsidRPr="001C7156" w:rsidRDefault="00C96E7C" w:rsidP="001C7156">
      <w:pPr>
        <w:pStyle w:val="PNTextzkladn"/>
      </w:pPr>
      <w:r w:rsidRPr="001C7156">
        <w:t>Smlouva se řídí českým právem.</w:t>
      </w:r>
    </w:p>
    <w:p w14:paraId="062BB869"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64E4A51" w14:textId="77777777" w:rsidR="00C96E7C" w:rsidRPr="001C7156" w:rsidRDefault="00C96E7C" w:rsidP="001C7156">
      <w:pPr>
        <w:pStyle w:val="PNTextzkladn"/>
      </w:pPr>
      <w:r w:rsidRPr="001C7156">
        <w:t>Rozhodujícím jazykem je český jazyk.</w:t>
      </w:r>
    </w:p>
    <w:p w14:paraId="1485EBC8"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70B30FC6" w14:textId="77777777" w:rsidR="00726A41" w:rsidRPr="001C7156" w:rsidRDefault="00C96E7C" w:rsidP="001C7156">
      <w:pPr>
        <w:pStyle w:val="PNTextzkladn"/>
      </w:pPr>
      <w:r w:rsidRPr="001C7156">
        <w:t>Komunikačním jazykem je český jazyk.</w:t>
      </w:r>
    </w:p>
    <w:p w14:paraId="20712102"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F0C09CB"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w:t>
      </w:r>
      <w:r w:rsidRPr="001C7156">
        <w:lastRenderedPageBreak/>
        <w:t>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BE06FD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C2F3C55"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B2A6FC1" w14:textId="651C384B"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9C0E49">
        <w:t>5</w:t>
      </w:r>
      <w:r w:rsidR="004A00B4">
        <w:t xml:space="preserve"> </w:t>
      </w:r>
      <w:r w:rsidRPr="00CF609C">
        <w:t xml:space="preserve">studentských exkurzí na Staveništi. </w:t>
      </w:r>
    </w:p>
    <w:p w14:paraId="560E2816"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824C043"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4F0B63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18C0B38"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3E5E15D" w14:textId="21BCAE12" w:rsidR="00B33FB2" w:rsidRPr="007E5B98" w:rsidRDefault="00B33FB2" w:rsidP="00CF609C">
      <w:pPr>
        <w:pStyle w:val="PNTextzkladn"/>
      </w:pPr>
      <w:r w:rsidRPr="00CF609C">
        <w:t>Ustanovení</w:t>
      </w:r>
      <w:r w:rsidRPr="007E5B98">
        <w:t xml:space="preserve"> 1.15.3.(b) se nepoužije.</w:t>
      </w:r>
    </w:p>
    <w:p w14:paraId="55039A2E" w14:textId="77777777" w:rsidR="00C96E7C" w:rsidRDefault="00C96E7C" w:rsidP="00150E39">
      <w:pPr>
        <w:pStyle w:val="PNNadpis10bPod-l111"/>
      </w:pPr>
      <w:r>
        <w:t>2.1</w:t>
      </w:r>
      <w:r w:rsidR="00CF609C">
        <w:tab/>
      </w:r>
      <w:r>
        <w:t>Právo přístupu na staveniště</w:t>
      </w:r>
    </w:p>
    <w:p w14:paraId="063EB80C" w14:textId="4428717D" w:rsidR="00C96E7C" w:rsidRDefault="00C96E7C" w:rsidP="005D168C">
      <w:pPr>
        <w:pStyle w:val="PNTextzkladn"/>
      </w:pPr>
      <w:r>
        <w:t xml:space="preserve">Přístup na Staveniště bude Zhotoviteli umožněn od </w:t>
      </w:r>
      <w:r w:rsidR="00A02924">
        <w:t xml:space="preserve">předání staveniště </w:t>
      </w:r>
      <w:r>
        <w:t>do dne předání Dokumentů souvisejících</w:t>
      </w:r>
      <w:r w:rsidR="00582C15">
        <w:t xml:space="preserve"> s </w:t>
      </w:r>
      <w:r>
        <w:t xml:space="preserve">předáním Díla dle </w:t>
      </w:r>
      <w:r w:rsidR="004A00B4">
        <w:t>P</w:t>
      </w:r>
      <w:r>
        <w:t xml:space="preserve">od-článku 7.9. </w:t>
      </w:r>
    </w:p>
    <w:p w14:paraId="2F2755F7" w14:textId="77777777" w:rsidR="00C96E7C" w:rsidRDefault="00C96E7C" w:rsidP="00150E39">
      <w:pPr>
        <w:pStyle w:val="PNNadpis10bPod-l111"/>
      </w:pPr>
      <w:r>
        <w:t>2.3</w:t>
      </w:r>
      <w:r w:rsidR="00CF609C">
        <w:tab/>
      </w:r>
      <w:r>
        <w:t>Personál objednatele</w:t>
      </w:r>
    </w:p>
    <w:p w14:paraId="1319A1A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2A7AF12" w14:textId="77777777" w:rsidR="000F70C2" w:rsidRPr="00DA5863" w:rsidRDefault="000F70C2" w:rsidP="000F70C2">
      <w:pPr>
        <w:pStyle w:val="Textbezodsazen"/>
        <w:numPr>
          <w:ilvl w:val="0"/>
          <w:numId w:val="9"/>
        </w:numPr>
        <w:spacing w:after="0"/>
      </w:pPr>
      <w:r w:rsidRPr="00DA5863">
        <w:t xml:space="preserve">JUDr. Richard Cihlář </w:t>
      </w:r>
    </w:p>
    <w:p w14:paraId="75F3E7A1" w14:textId="77777777" w:rsidR="000F70C2" w:rsidRPr="00DA5863" w:rsidRDefault="000F70C2" w:rsidP="000F70C2">
      <w:pPr>
        <w:pStyle w:val="Textbezodsazen"/>
        <w:spacing w:after="0"/>
        <w:ind w:firstLine="709"/>
      </w:pPr>
      <w:r w:rsidRPr="00DA5863">
        <w:t>Správa železnic, státní organizace</w:t>
      </w:r>
    </w:p>
    <w:p w14:paraId="2909FE22" w14:textId="77777777" w:rsidR="000F70C2" w:rsidRPr="00305235" w:rsidRDefault="000F70C2" w:rsidP="000F70C2">
      <w:pPr>
        <w:pStyle w:val="Textbezodsazen"/>
        <w:spacing w:after="0"/>
        <w:ind w:left="709"/>
      </w:pPr>
      <w:r w:rsidRPr="00DA5863">
        <w:t xml:space="preserve">Stavební správa </w:t>
      </w:r>
      <w:r w:rsidRPr="00305235">
        <w:t>západ</w:t>
      </w:r>
    </w:p>
    <w:p w14:paraId="7F672574" w14:textId="447E29F3" w:rsidR="000F70C2" w:rsidRPr="00305235" w:rsidRDefault="000F70C2" w:rsidP="000F70C2">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3314E1CE" w14:textId="77777777" w:rsidR="000F70C2" w:rsidRPr="00305235" w:rsidRDefault="000F70C2" w:rsidP="000F70C2">
      <w:pPr>
        <w:pStyle w:val="Textbezodsazen"/>
        <w:ind w:left="720"/>
      </w:pPr>
      <w:r w:rsidRPr="00305235">
        <w:t xml:space="preserve">mobil 702 163 402, e-mail: </w:t>
      </w:r>
      <w:hyperlink r:id="rId12" w:history="1">
        <w:r w:rsidRPr="00305235">
          <w:rPr>
            <w:rStyle w:val="Hypertextovodkaz"/>
          </w:rPr>
          <w:t>CihlarR@spravazeleznic.cz</w:t>
        </w:r>
      </w:hyperlink>
    </w:p>
    <w:p w14:paraId="43276FAE" w14:textId="77777777" w:rsidR="000F70C2" w:rsidRPr="00305235" w:rsidRDefault="000F70C2" w:rsidP="000F70C2">
      <w:pPr>
        <w:pStyle w:val="Textbezodsazen"/>
      </w:pPr>
      <w:r w:rsidRPr="00305235">
        <w:t>Ve věci kontroly požití alkoholu a/nebo návykových látek:</w:t>
      </w:r>
    </w:p>
    <w:p w14:paraId="5AF449DD" w14:textId="54BD1CF1" w:rsidR="000F70C2" w:rsidRPr="00305235" w:rsidRDefault="000F70C2" w:rsidP="000F70C2">
      <w:pPr>
        <w:pStyle w:val="Textbezodsazen"/>
        <w:spacing w:after="0"/>
        <w:ind w:left="709" w:hanging="425"/>
      </w:pPr>
      <w:r w:rsidRPr="00305235">
        <w:t xml:space="preserve">- </w:t>
      </w:r>
      <w:r w:rsidRPr="00305235">
        <w:tab/>
      </w:r>
      <w:r>
        <w:t xml:space="preserve">Nikolas </w:t>
      </w:r>
      <w:proofErr w:type="spellStart"/>
      <w:r>
        <w:t>Nitran</w:t>
      </w:r>
      <w:proofErr w:type="spellEnd"/>
    </w:p>
    <w:p w14:paraId="68C29373" w14:textId="77777777" w:rsidR="000F70C2" w:rsidRPr="00305235" w:rsidRDefault="000F70C2" w:rsidP="000F70C2">
      <w:pPr>
        <w:pStyle w:val="Textbezodsazen"/>
        <w:spacing w:after="0"/>
        <w:ind w:firstLine="709"/>
      </w:pPr>
      <w:r w:rsidRPr="00305235">
        <w:t>Správa železnic, státní organizace</w:t>
      </w:r>
    </w:p>
    <w:p w14:paraId="0B9F9FC3" w14:textId="77777777" w:rsidR="000F70C2" w:rsidRPr="00305235" w:rsidRDefault="000F70C2" w:rsidP="000F70C2">
      <w:pPr>
        <w:pStyle w:val="Textbezodsazen"/>
        <w:spacing w:after="0"/>
        <w:ind w:left="709"/>
      </w:pPr>
      <w:r w:rsidRPr="00305235">
        <w:t>Stavební správa západ</w:t>
      </w:r>
    </w:p>
    <w:p w14:paraId="554E292D" w14:textId="77777777" w:rsidR="000F70C2" w:rsidRPr="00305235" w:rsidRDefault="000F70C2" w:rsidP="000F70C2">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4BF009A6" w14:textId="38B516B1" w:rsidR="000F70C2" w:rsidRPr="00305235" w:rsidRDefault="000F70C2" w:rsidP="000F70C2">
      <w:pPr>
        <w:pStyle w:val="Textbezodsazen"/>
        <w:ind w:firstLine="709"/>
      </w:pPr>
      <w:r w:rsidRPr="00305235">
        <w:t xml:space="preserve">mobil </w:t>
      </w:r>
      <w:r>
        <w:t>724 863 591</w:t>
      </w:r>
      <w:r w:rsidRPr="00305235">
        <w:t xml:space="preserve">, e-mail: </w:t>
      </w:r>
      <w:hyperlink r:id="rId13" w:history="1">
        <w:r w:rsidRPr="00625989">
          <w:rPr>
            <w:rStyle w:val="Hypertextovodkaz"/>
          </w:rPr>
          <w:t>nitran@spravazeleznic.cz</w:t>
        </w:r>
      </w:hyperlink>
    </w:p>
    <w:p w14:paraId="52AF09C8" w14:textId="77777777" w:rsidR="000F70C2" w:rsidRPr="00DD6D21" w:rsidRDefault="000F70C2" w:rsidP="000F70C2">
      <w:pPr>
        <w:pStyle w:val="Textbezodsazen"/>
        <w:spacing w:after="0"/>
      </w:pPr>
      <w:r w:rsidRPr="00DD6D21">
        <w:t xml:space="preserve">Úředně oprávněný zeměměřický inženýr:  </w:t>
      </w:r>
    </w:p>
    <w:p w14:paraId="20172DC0" w14:textId="7C6AF0F8" w:rsidR="000F70C2" w:rsidRPr="00305235" w:rsidRDefault="000F70C2" w:rsidP="000F70C2">
      <w:pPr>
        <w:pStyle w:val="Textbezodsazen"/>
        <w:spacing w:after="0"/>
        <w:ind w:left="709" w:hanging="425"/>
      </w:pPr>
      <w:r w:rsidRPr="00305235">
        <w:t xml:space="preserve">- </w:t>
      </w:r>
      <w:r w:rsidRPr="00305235">
        <w:tab/>
        <w:t xml:space="preserve">Ing. </w:t>
      </w:r>
      <w:r>
        <w:t xml:space="preserve">Stanislav </w:t>
      </w:r>
      <w:proofErr w:type="spellStart"/>
      <w:r>
        <w:t>Nol</w:t>
      </w:r>
      <w:proofErr w:type="spellEnd"/>
    </w:p>
    <w:p w14:paraId="3442EE66" w14:textId="77777777" w:rsidR="000F70C2" w:rsidRPr="00305235" w:rsidRDefault="000F70C2" w:rsidP="000F70C2">
      <w:pPr>
        <w:pStyle w:val="Textbezodsazen"/>
        <w:spacing w:after="0"/>
        <w:ind w:firstLine="709"/>
      </w:pPr>
      <w:r w:rsidRPr="00305235">
        <w:t>Správa železniční geodézie</w:t>
      </w:r>
    </w:p>
    <w:p w14:paraId="06C09C1F" w14:textId="77777777" w:rsidR="000F70C2" w:rsidRPr="00305235" w:rsidRDefault="000F70C2" w:rsidP="000F70C2">
      <w:pPr>
        <w:pStyle w:val="Textbezodsazen"/>
        <w:spacing w:after="0"/>
        <w:ind w:firstLine="709"/>
      </w:pPr>
      <w:r w:rsidRPr="00305235">
        <w:lastRenderedPageBreak/>
        <w:t>Václavková 169/1, 160 00 Praha - Dejvice</w:t>
      </w:r>
    </w:p>
    <w:p w14:paraId="52D14795" w14:textId="2F86A5AA" w:rsidR="000F70C2" w:rsidRPr="00305235" w:rsidRDefault="000F70C2">
      <w:pPr>
        <w:pStyle w:val="Textbezodsazen"/>
        <w:ind w:firstLine="709"/>
      </w:pPr>
      <w:r w:rsidRPr="00305235">
        <w:t xml:space="preserve">mobil </w:t>
      </w:r>
      <w:r>
        <w:t>724 961 019</w:t>
      </w:r>
      <w:r w:rsidRPr="00305235">
        <w:t xml:space="preserve">, e-mail: </w:t>
      </w:r>
      <w:hyperlink r:id="rId14" w:history="1">
        <w:r w:rsidRPr="00625989">
          <w:rPr>
            <w:rStyle w:val="Hypertextovodkaz"/>
            <w:noProof w:val="0"/>
          </w:rPr>
          <w:t>Nol@spravazeleznic.cz</w:t>
        </w:r>
      </w:hyperlink>
    </w:p>
    <w:p w14:paraId="5A392110" w14:textId="77777777" w:rsidR="00C96E7C" w:rsidRDefault="00C96E7C" w:rsidP="00150E39">
      <w:pPr>
        <w:pStyle w:val="PNNadpis10bPod-l111"/>
      </w:pPr>
      <w:r>
        <w:t>3.1</w:t>
      </w:r>
      <w:r w:rsidR="00CF609C">
        <w:tab/>
      </w:r>
      <w:r>
        <w:t>Povinnosti</w:t>
      </w:r>
      <w:r w:rsidR="00582C15">
        <w:t xml:space="preserve"> a </w:t>
      </w:r>
      <w:r>
        <w:t>pravomoc správce stavby</w:t>
      </w:r>
    </w:p>
    <w:p w14:paraId="5CB6504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932C275"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0B5AD65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6DDF7FD" w14:textId="77777777" w:rsidR="00C96E7C" w:rsidRDefault="00C96E7C" w:rsidP="00150E39">
      <w:pPr>
        <w:pStyle w:val="PNNadpis10bPod-l111"/>
      </w:pPr>
      <w:r>
        <w:t xml:space="preserve">4.2 </w:t>
      </w:r>
      <w:r w:rsidR="00150E39">
        <w:tab/>
      </w:r>
      <w:r>
        <w:t>Zajištění splnění smlouvy</w:t>
      </w:r>
    </w:p>
    <w:p w14:paraId="7C7F6EB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FC73919"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8E64D05" w14:textId="77777777" w:rsidR="00C96E7C" w:rsidRPr="00CB67FD" w:rsidRDefault="00C96E7C" w:rsidP="00150E39">
      <w:pPr>
        <w:pStyle w:val="PNNadpis10bPod-l111"/>
      </w:pPr>
      <w:r w:rsidRPr="00CB67FD">
        <w:t xml:space="preserve">4.3 </w:t>
      </w:r>
      <w:r w:rsidR="00150E39">
        <w:tab/>
      </w:r>
      <w:r w:rsidRPr="00CB67FD">
        <w:t>Zástupce zhotovitele</w:t>
      </w:r>
    </w:p>
    <w:p w14:paraId="1625A9F6" w14:textId="77777777" w:rsidR="00C96E7C" w:rsidRDefault="00071A0E" w:rsidP="005D168C">
      <w:pPr>
        <w:pStyle w:val="PNTextzkladn"/>
      </w:pPr>
      <w:r>
        <w:t xml:space="preserve"> [</w:t>
      </w:r>
      <w:r w:rsidRPr="00E41EEA">
        <w:rPr>
          <w:highlight w:val="yellow"/>
        </w:rPr>
        <w:t>VLOŽÍ ZHOTOVITE</w:t>
      </w:r>
      <w:r>
        <w:t>L]</w:t>
      </w:r>
    </w:p>
    <w:p w14:paraId="3DF6007C"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217D5EC7" w14:textId="77777777" w:rsidR="000519C9" w:rsidRPr="00150E39" w:rsidRDefault="000519C9" w:rsidP="00150E39">
      <w:pPr>
        <w:pStyle w:val="PNTextzkladn"/>
      </w:pPr>
      <w:r w:rsidRPr="00B94735">
        <w:t xml:space="preserve">Do textu se doplňuje </w:t>
      </w:r>
      <w:r w:rsidRPr="00150E39">
        <w:t>čtvrtá věta:</w:t>
      </w:r>
    </w:p>
    <w:p w14:paraId="61A9C7F1"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49684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74244AAF" w14:textId="783D2A6C"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60EE973F" w14:textId="77777777" w:rsidR="00C96E7C" w:rsidRPr="009C1450" w:rsidRDefault="00C96E7C" w:rsidP="00150E39">
      <w:pPr>
        <w:pStyle w:val="PNNadpis10bPod-l111"/>
      </w:pPr>
      <w:r w:rsidRPr="009B641A">
        <w:t>4.</w:t>
      </w:r>
      <w:r w:rsidRPr="009C1450">
        <w:t>27</w:t>
      </w:r>
      <w:r w:rsidR="00150E39">
        <w:tab/>
      </w:r>
      <w:r w:rsidRPr="00AD62C8">
        <w:t>Smluvní pokuta</w:t>
      </w:r>
    </w:p>
    <w:p w14:paraId="3C2D29C6" w14:textId="77777777" w:rsidR="00C96E7C" w:rsidRDefault="00C96E7C" w:rsidP="005D168C">
      <w:pPr>
        <w:pStyle w:val="PNTextzkladn"/>
      </w:pPr>
      <w:r w:rsidRPr="00071A0E">
        <w:t>Výše smluvní pokuty dle jednotlivých</w:t>
      </w:r>
      <w:r>
        <w:t xml:space="preserve"> ustanovení Smluvních podmínek činí:</w:t>
      </w:r>
    </w:p>
    <w:p w14:paraId="2BA85B43" w14:textId="77777777" w:rsidR="00C96E7C" w:rsidRPr="00CF609C" w:rsidRDefault="00C96E7C" w:rsidP="00CF609C">
      <w:pPr>
        <w:pStyle w:val="PNNadpis9b-tun"/>
        <w:rPr>
          <w:rStyle w:val="Tun-ZRUIT"/>
        </w:rPr>
      </w:pPr>
      <w:r w:rsidRPr="00CF609C">
        <w:rPr>
          <w:rStyle w:val="Tun-ZRUIT"/>
        </w:rPr>
        <w:t>Pod-článek 4.27 (a)</w:t>
      </w:r>
    </w:p>
    <w:p w14:paraId="74C1D40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AEF332F" w14:textId="77777777" w:rsidR="00C96E7C" w:rsidRPr="00CF609C" w:rsidRDefault="00C96E7C" w:rsidP="00CF609C">
      <w:pPr>
        <w:pStyle w:val="PNNadpis9b-tun"/>
      </w:pPr>
      <w:r w:rsidRPr="00CF609C">
        <w:t>Pod-článek 4.27 (b)</w:t>
      </w:r>
    </w:p>
    <w:p w14:paraId="558B5FA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EE056E3"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F72338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B2FC5EB" w14:textId="77777777" w:rsidR="00C96E7C" w:rsidRPr="00CF609C" w:rsidRDefault="00C96E7C" w:rsidP="00CF609C">
      <w:pPr>
        <w:pStyle w:val="PNNadpis9b-tun"/>
      </w:pPr>
      <w:r w:rsidRPr="00CF609C">
        <w:lastRenderedPageBreak/>
        <w:t>Pod-článek 4.27 (c)</w:t>
      </w:r>
    </w:p>
    <w:p w14:paraId="32C89639" w14:textId="77777777" w:rsidR="00C96E7C" w:rsidRPr="00CF609C" w:rsidRDefault="00C96E7C" w:rsidP="00CF609C">
      <w:pPr>
        <w:pStyle w:val="PNTextzkladn"/>
      </w:pPr>
      <w:r w:rsidRPr="00CF609C">
        <w:t>Zhotovitel je povinen uhradit smluvní pokutu ve výši 10 000 Kč za každé porušení povinnosti.</w:t>
      </w:r>
    </w:p>
    <w:p w14:paraId="5437D7FB" w14:textId="77777777" w:rsidR="00C96E7C" w:rsidRPr="00CF609C" w:rsidRDefault="00C96E7C" w:rsidP="00CF609C">
      <w:pPr>
        <w:pStyle w:val="PNNadpis9b-tun"/>
      </w:pPr>
      <w:r w:rsidRPr="00CF609C">
        <w:t>Pod-článek 4.27 (d)</w:t>
      </w:r>
    </w:p>
    <w:p w14:paraId="7D6598C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DA2763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C9DDBBF"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F03F7F7" w14:textId="77777777" w:rsidR="00C96E7C" w:rsidRPr="00CF609C" w:rsidRDefault="00C96E7C" w:rsidP="00CF609C">
      <w:pPr>
        <w:pStyle w:val="PNNadpis9b-tun"/>
      </w:pPr>
      <w:r w:rsidRPr="00CF609C">
        <w:t>Pod-článek 4.27 (f)</w:t>
      </w:r>
    </w:p>
    <w:p w14:paraId="064CA6C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45A81237" w14:textId="77777777" w:rsidR="00C96E7C" w:rsidRPr="00CF609C" w:rsidRDefault="00C96E7C" w:rsidP="00CF609C">
      <w:pPr>
        <w:pStyle w:val="PNNadpis9b-tun"/>
      </w:pPr>
      <w:r w:rsidRPr="00CF609C">
        <w:t>Pod-článek 4.27 (g)</w:t>
      </w:r>
    </w:p>
    <w:p w14:paraId="5BCF989A"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1E36DE" w14:textId="77777777" w:rsidR="00C96E7C" w:rsidRPr="00CF609C" w:rsidRDefault="00C96E7C" w:rsidP="00CF609C">
      <w:pPr>
        <w:pStyle w:val="PNNadpis9b-tun"/>
      </w:pPr>
      <w:r w:rsidRPr="00CF609C">
        <w:t>Pod-článek 4.27 (h)</w:t>
      </w:r>
    </w:p>
    <w:p w14:paraId="102BC43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A12EBC2" w14:textId="77777777" w:rsidR="00C96E7C" w:rsidRPr="00CF609C" w:rsidRDefault="00C96E7C" w:rsidP="00CF609C">
      <w:pPr>
        <w:pStyle w:val="PNNadpis9b-tun"/>
      </w:pPr>
      <w:r w:rsidRPr="00CF609C">
        <w:t>Pod-článek 4.27 (i)</w:t>
      </w:r>
    </w:p>
    <w:p w14:paraId="42EB6EC2"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D04D6ED" w14:textId="77777777" w:rsidR="00C96E7C" w:rsidRPr="00CF609C" w:rsidRDefault="00C96E7C" w:rsidP="00CF609C">
      <w:pPr>
        <w:pStyle w:val="PNNadpis9b-tun"/>
      </w:pPr>
      <w:r w:rsidRPr="00CF609C">
        <w:t>Pod-článek 4.27(j)</w:t>
      </w:r>
    </w:p>
    <w:p w14:paraId="1DB622C2"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F602C17" w14:textId="77777777" w:rsidR="00C96E7C" w:rsidRPr="00CF609C" w:rsidRDefault="00C96E7C" w:rsidP="00CF609C">
      <w:pPr>
        <w:pStyle w:val="PNNadpis9b-tun"/>
      </w:pPr>
      <w:r w:rsidRPr="00CF609C">
        <w:t>Pod-článek 4.27 (k)</w:t>
      </w:r>
    </w:p>
    <w:p w14:paraId="5788505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37FC9BE" w14:textId="77777777" w:rsidR="00C96E7C" w:rsidRPr="00CF609C" w:rsidRDefault="00C96E7C" w:rsidP="00CF609C">
      <w:pPr>
        <w:pStyle w:val="PNNadpis9b-tun"/>
      </w:pPr>
      <w:r w:rsidRPr="00CF609C">
        <w:t>Pod-článek 4.27 (l)</w:t>
      </w:r>
    </w:p>
    <w:p w14:paraId="786B3C36"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44F1DAAE" w14:textId="77777777" w:rsidR="00C96E7C" w:rsidRPr="00CF609C" w:rsidRDefault="00C96E7C" w:rsidP="00CF609C">
      <w:pPr>
        <w:pStyle w:val="PNNadpis9b-tun"/>
      </w:pPr>
      <w:r w:rsidRPr="00CF609C">
        <w:t>Pod-článek 4.27 (m)</w:t>
      </w:r>
    </w:p>
    <w:p w14:paraId="0D5F10D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314DFF8" w14:textId="77777777" w:rsidR="00C96E7C" w:rsidRPr="00CF609C" w:rsidRDefault="00C96E7C" w:rsidP="00CF609C">
      <w:pPr>
        <w:pStyle w:val="PNNadpis9b-tun"/>
      </w:pPr>
      <w:r w:rsidRPr="00CF609C">
        <w:t>Pod- článek 4.27 (n)</w:t>
      </w:r>
    </w:p>
    <w:p w14:paraId="22E0EFDB"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A5E7854" w14:textId="77777777" w:rsidR="00C96E7C" w:rsidRPr="00CF609C" w:rsidRDefault="00C96E7C" w:rsidP="00CF609C">
      <w:pPr>
        <w:pStyle w:val="PNNadpis9b-tun"/>
      </w:pPr>
      <w:r w:rsidRPr="00CF609C">
        <w:lastRenderedPageBreak/>
        <w:t>Pod-článek 4.27 (o)</w:t>
      </w:r>
    </w:p>
    <w:p w14:paraId="053B0B35"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52997D1" w14:textId="77777777" w:rsidR="00C96E7C" w:rsidRPr="00CF609C" w:rsidRDefault="00C96E7C" w:rsidP="00CF609C">
      <w:pPr>
        <w:pStyle w:val="PNNadpis9b-tun"/>
      </w:pPr>
      <w:r w:rsidRPr="00CF609C">
        <w:t>Pod-článek 4.27 (p)</w:t>
      </w:r>
    </w:p>
    <w:p w14:paraId="67B2032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33306515" w14:textId="77777777" w:rsidR="00C96E7C" w:rsidRPr="00CF609C" w:rsidRDefault="00C96E7C" w:rsidP="00CF609C">
      <w:pPr>
        <w:pStyle w:val="PNNadpis9b-tun"/>
      </w:pPr>
      <w:r w:rsidRPr="00CF609C">
        <w:t xml:space="preserve">Pod-článek 4.27 (q) </w:t>
      </w:r>
    </w:p>
    <w:p w14:paraId="62A2B60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72D73B3" w14:textId="77777777" w:rsidR="00C96E7C" w:rsidRPr="00CF609C" w:rsidRDefault="00C96E7C" w:rsidP="00CF609C">
      <w:pPr>
        <w:pStyle w:val="PNNadpis9b-tun"/>
      </w:pPr>
      <w:r w:rsidRPr="00CF609C">
        <w:t>Pod-článek 4.27 (r)</w:t>
      </w:r>
    </w:p>
    <w:p w14:paraId="45BC4F0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42F9CF2" w14:textId="77777777" w:rsidR="00C45177" w:rsidRPr="00CF609C" w:rsidRDefault="00C45177" w:rsidP="00CF609C">
      <w:pPr>
        <w:pStyle w:val="PNNadpis9b-tun"/>
      </w:pPr>
      <w:r w:rsidRPr="00CF609C">
        <w:t>Pod-článek 4.27 (s)</w:t>
      </w:r>
    </w:p>
    <w:p w14:paraId="11A4E9FA"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7EB0CB2C" w14:textId="77777777" w:rsidR="001927B4" w:rsidRPr="00CF609C" w:rsidRDefault="001927B4" w:rsidP="00CF609C">
      <w:pPr>
        <w:pStyle w:val="PNNadpis9b-tun"/>
      </w:pPr>
      <w:r w:rsidRPr="00CF609C">
        <w:t>Pod-článek 4.27 (t)</w:t>
      </w:r>
    </w:p>
    <w:p w14:paraId="5F6F4F6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C45ABA2" w14:textId="77777777" w:rsidR="001927B4" w:rsidRPr="00CF609C" w:rsidRDefault="001927B4" w:rsidP="00CF609C">
      <w:pPr>
        <w:pStyle w:val="PNNadpis9b-tun"/>
      </w:pPr>
      <w:r w:rsidRPr="00CF609C">
        <w:t>Pod-článek 4.27 (u)</w:t>
      </w:r>
    </w:p>
    <w:p w14:paraId="27D64CCE" w14:textId="77777777" w:rsidR="001927B4" w:rsidRPr="00CF609C" w:rsidRDefault="001927B4" w:rsidP="00CF609C">
      <w:pPr>
        <w:pStyle w:val="PNTextzkladn"/>
      </w:pPr>
      <w:r w:rsidRPr="00CF609C">
        <w:t>Zhotovitel je povinen uhradit smluvní pokutu:</w:t>
      </w:r>
    </w:p>
    <w:p w14:paraId="634D4457"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6439EB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B2C958B"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871BEC7"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EB0A47F" w14:textId="77777777" w:rsidR="001927B4" w:rsidRPr="00CF609C" w:rsidRDefault="001927B4" w:rsidP="00CF609C">
      <w:pPr>
        <w:pStyle w:val="PNNadpis9b-tun"/>
      </w:pPr>
      <w:r w:rsidRPr="00CF609C">
        <w:t>Pod-článek 4.27 (v)</w:t>
      </w:r>
    </w:p>
    <w:p w14:paraId="69A36B8F"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3D623B78" w14:textId="77777777" w:rsidR="001927B4" w:rsidRPr="00CF609C" w:rsidRDefault="001927B4" w:rsidP="00D42C7E">
      <w:pPr>
        <w:pStyle w:val="PNNadpis9b-tun"/>
      </w:pPr>
      <w:r w:rsidRPr="00CF609C">
        <w:t>Pod-článek 4.27 (w)</w:t>
      </w:r>
    </w:p>
    <w:p w14:paraId="7C90415B"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45284D4C" w14:textId="77777777" w:rsidR="001927B4" w:rsidRPr="00CF609C" w:rsidRDefault="001927B4" w:rsidP="00CF609C">
      <w:pPr>
        <w:pStyle w:val="PNNadpis9b-tun"/>
      </w:pPr>
      <w:r w:rsidRPr="00CF609C">
        <w:t>Pod-článek 4.27 (x)</w:t>
      </w:r>
    </w:p>
    <w:p w14:paraId="362A4596" w14:textId="70A13CA8" w:rsidR="001927B4"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74A0EF1E" w14:textId="2F9C79B8" w:rsidR="00134823" w:rsidRDefault="00134823" w:rsidP="00CF609C">
      <w:pPr>
        <w:pStyle w:val="PNTextzkladn"/>
      </w:pPr>
      <w:r>
        <w:t>Nově se přidává pod-článek 4.27 (y) který zní:</w:t>
      </w:r>
    </w:p>
    <w:p w14:paraId="0EBC5154" w14:textId="77777777" w:rsidR="00A53A32" w:rsidRDefault="00A53A32" w:rsidP="003643D0">
      <w:pPr>
        <w:pStyle w:val="PNTextzkladn"/>
        <w:keepNext/>
        <w:rPr>
          <w:b/>
          <w:bCs/>
        </w:rPr>
      </w:pPr>
      <w:r>
        <w:rPr>
          <w:b/>
          <w:bCs/>
        </w:rPr>
        <w:t>Pod-článek 4.27 (y)</w:t>
      </w:r>
    </w:p>
    <w:p w14:paraId="0A239778" w14:textId="4D27302C" w:rsidR="00AF1809" w:rsidRDefault="00A53A32" w:rsidP="00CF609C">
      <w:pPr>
        <w:pStyle w:val="PNTextzkladn"/>
      </w:pPr>
      <w:r>
        <w:t xml:space="preserve">Zhotovitel je povinen uhradit smluvní pokutu ve </w:t>
      </w:r>
      <w:r w:rsidRPr="0010593A">
        <w:t xml:space="preserve">výši </w:t>
      </w:r>
      <w:r w:rsidR="00AF1809" w:rsidRPr="0010593A">
        <w:t>1.</w:t>
      </w:r>
      <w:r w:rsidR="00047F2C" w:rsidRPr="0010593A">
        <w:t>0</w:t>
      </w:r>
      <w:r w:rsidRPr="0010593A">
        <w:t>00</w:t>
      </w:r>
      <w:r w:rsidR="003643D0" w:rsidRPr="0010593A">
        <w:t>.</w:t>
      </w:r>
      <w:r w:rsidRPr="0010593A">
        <w:t>000 Kč za každý</w:t>
      </w:r>
      <w:r w:rsidR="00AF1809" w:rsidRPr="0010593A">
        <w:t xml:space="preserve"> jednotlivý případ poru</w:t>
      </w:r>
      <w:r w:rsidR="001D11D4" w:rsidRPr="0010593A">
        <w:t>š</w:t>
      </w:r>
      <w:r w:rsidR="00AF1809" w:rsidRPr="0010593A">
        <w:t>ení některé z povinností Zhotovitele stanovené ve Formuláři a/nebo technickém upřesnění ke kritériu „Naplnění projektových cílů“ která nebude napravena ani do sedmi</w:t>
      </w:r>
      <w:r w:rsidR="00AF1809" w:rsidRPr="00AF1809">
        <w:t xml:space="preserve"> (7) pracovních dnů ode dne doručení </w:t>
      </w:r>
      <w:r w:rsidR="004663FD">
        <w:t xml:space="preserve">písemné </w:t>
      </w:r>
      <w:r w:rsidR="00AF1809" w:rsidRPr="00AF1809">
        <w:t>výzvy Objednatelem ke sjednání nápravy</w:t>
      </w:r>
      <w:r w:rsidR="00AF1809">
        <w:t>.</w:t>
      </w:r>
      <w:r w:rsidR="004663FD">
        <w:t xml:space="preserve"> Objednatel je oprávněn adresovat písemnou výzvu ke sjednání nápravy opakovaně, a to jednou za měsíc po celou dobu účinnosti smlouvy. </w:t>
      </w:r>
      <w:r w:rsidR="00AF1809">
        <w:t xml:space="preserve"> </w:t>
      </w:r>
    </w:p>
    <w:p w14:paraId="58479C92" w14:textId="77777777" w:rsidR="00C96E7C" w:rsidRDefault="00C96E7C" w:rsidP="00150E39">
      <w:pPr>
        <w:pStyle w:val="PNNadpis10bPod-l111"/>
      </w:pPr>
      <w:r>
        <w:lastRenderedPageBreak/>
        <w:t>4.27</w:t>
      </w:r>
      <w:r w:rsidR="00150E39">
        <w:tab/>
      </w:r>
      <w:r>
        <w:t>Maximální celková výše smluvních pokut</w:t>
      </w:r>
    </w:p>
    <w:p w14:paraId="4E4E68A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112944F" w14:textId="77777777" w:rsidR="00C96E7C" w:rsidRDefault="00C96E7C" w:rsidP="00150E39">
      <w:pPr>
        <w:pStyle w:val="PNNadpis10bPod-l111"/>
      </w:pPr>
      <w:r>
        <w:t>4.28</w:t>
      </w:r>
      <w:r w:rsidR="00150E39">
        <w:tab/>
      </w:r>
      <w:r>
        <w:t>Postupné závazné milníky</w:t>
      </w:r>
    </w:p>
    <w:p w14:paraId="19A0FC70" w14:textId="1CE1CB34" w:rsidR="00E474A2" w:rsidRDefault="00E474A2" w:rsidP="00150E39">
      <w:pPr>
        <w:pStyle w:val="PNTextzkladn"/>
        <w:keepNext/>
      </w:pPr>
      <w:r w:rsidRPr="00DE6407">
        <w:t>Postupnými závaznými milníky jsou začátky a konce výluk uveden</w:t>
      </w:r>
      <w:r>
        <w:t>é</w:t>
      </w:r>
      <w:r w:rsidRPr="00DE6407">
        <w:t xml:space="preserve"> v</w:t>
      </w:r>
      <w:r>
        <w:t> dokumentu B.8.3 Časový postup prací.</w:t>
      </w:r>
    </w:p>
    <w:p w14:paraId="01825407" w14:textId="77777777" w:rsidR="00A723D3" w:rsidRDefault="00A723D3" w:rsidP="00150E39">
      <w:pPr>
        <w:pStyle w:val="PNNadpis10bPod-l111"/>
      </w:pPr>
      <w:r>
        <w:t>4.30 Výluky</w:t>
      </w:r>
    </w:p>
    <w:p w14:paraId="2E9194F0" w14:textId="77777777" w:rsidR="00097778" w:rsidRDefault="00A723D3" w:rsidP="00A723D3">
      <w:pPr>
        <w:pStyle w:val="PNTextzkladn"/>
      </w:pPr>
      <w:r>
        <w:t>V souladu s Nabídkou Zhotovitele se upravuje text tohoto pod-článku, a to:</w:t>
      </w:r>
    </w:p>
    <w:p w14:paraId="30549EDF" w14:textId="77777777" w:rsidR="00097778" w:rsidRDefault="00097778" w:rsidP="00A723D3">
      <w:pPr>
        <w:pStyle w:val="PNTextzkladn"/>
      </w:pPr>
      <w:r>
        <w:t xml:space="preserve">Odstavec 1 nově zní </w:t>
      </w:r>
    </w:p>
    <w:p w14:paraId="7FDE4823" w14:textId="3CBCFFBC" w:rsidR="00A723D3" w:rsidRDefault="00097778" w:rsidP="00A723D3">
      <w:pPr>
        <w:pStyle w:val="PNTextzkladn"/>
      </w:pPr>
      <w:r>
        <w:t xml:space="preserve">Zhotovitel je povinen dodržet při provádění Díla termíny a rozsah výluk uvedený ve Smlouvě, Harmonogramu, formuláři </w:t>
      </w:r>
      <w:r w:rsidRPr="009C0AF6">
        <w:t>Navržený plán výluk</w:t>
      </w:r>
      <w:r>
        <w:t xml:space="preserve"> a/nebo vydaném rozkazu o výluce (ROV).</w:t>
      </w:r>
      <w:r w:rsidR="00A723D3">
        <w:t xml:space="preserve"> </w:t>
      </w:r>
    </w:p>
    <w:p w14:paraId="7DEA3ECD" w14:textId="77777777" w:rsidR="00CD1A74" w:rsidRDefault="00CD1A74" w:rsidP="00A723D3">
      <w:pPr>
        <w:pStyle w:val="PNTextzkladn"/>
      </w:pPr>
      <w:r>
        <w:t>Odstavec 2 nově zní:</w:t>
      </w:r>
    </w:p>
    <w:p w14:paraId="1E783C21" w14:textId="77FDAD3A" w:rsidR="00CD1A74" w:rsidRDefault="00CD1A74" w:rsidP="00A723D3">
      <w:pPr>
        <w:pStyle w:val="PNTextzkladn"/>
      </w:pPr>
      <w:r>
        <w:t>Zhotovitel není oprávněn v</w:t>
      </w:r>
      <w:r w:rsidR="00807175">
        <w:t> </w:t>
      </w:r>
      <w:r>
        <w:t xml:space="preserve">průběhu provádění Díla </w:t>
      </w:r>
      <w:r w:rsidR="008D4502">
        <w:t xml:space="preserve">bezdůvodně </w:t>
      </w:r>
      <w:r>
        <w:t>žádat o rozšíření doby a/nebo rozsahu výluky, oproti výlukám podle předchozího Pod-odstavce tohoto Pod-článku. Zhotovitel je oprávněn žádat o rozšíření doby a/nebo rozsahu výluky pouze v</w:t>
      </w:r>
      <w:r w:rsidR="00807175">
        <w:t> </w:t>
      </w:r>
      <w:r>
        <w:t>případech:</w:t>
      </w:r>
    </w:p>
    <w:p w14:paraId="05A788FF" w14:textId="77777777" w:rsidR="00CD1A74" w:rsidRDefault="00CD1A74" w:rsidP="00A723D3">
      <w:pPr>
        <w:pStyle w:val="PNTextzkladn"/>
      </w:pPr>
      <w:r>
        <w:t>(a) pokynů Správce stavby či Variace,</w:t>
      </w:r>
    </w:p>
    <w:p w14:paraId="073F4B4C" w14:textId="78548155" w:rsidR="00CD1A74" w:rsidRDefault="00CD1A74" w:rsidP="00A723D3">
      <w:pPr>
        <w:pStyle w:val="PNTextzkladn"/>
      </w:pPr>
      <w:r>
        <w:t>(b) Vyšší moc</w:t>
      </w:r>
      <w:r w:rsidR="00807175">
        <w:t>i</w:t>
      </w:r>
      <w:r>
        <w:t>,</w:t>
      </w:r>
    </w:p>
    <w:p w14:paraId="22385FFA" w14:textId="77777777" w:rsidR="00CD1A74" w:rsidRDefault="00CD1A74" w:rsidP="00A723D3">
      <w:pPr>
        <w:pStyle w:val="PNTextzkladn"/>
      </w:pPr>
      <w:r>
        <w:t>(c) jiné Nepředvídatelné okolnosti,</w:t>
      </w:r>
    </w:p>
    <w:p w14:paraId="67C6CA97" w14:textId="7DDC0990" w:rsidR="00CD1A74" w:rsidRDefault="00CD1A74" w:rsidP="00A723D3">
      <w:pPr>
        <w:pStyle w:val="PNTextzkladn"/>
      </w:pPr>
      <w:r>
        <w:t xml:space="preserve">(d) uznaný </w:t>
      </w:r>
      <w:proofErr w:type="spellStart"/>
      <w:r>
        <w:t>claim</w:t>
      </w:r>
      <w:proofErr w:type="spellEnd"/>
      <w:r>
        <w:t xml:space="preserve"> Zhotovitele.</w:t>
      </w:r>
    </w:p>
    <w:p w14:paraId="7D67C4E8" w14:textId="73C5C78B" w:rsidR="00807175" w:rsidRDefault="00807175" w:rsidP="00A723D3">
      <w:pPr>
        <w:pStyle w:val="PNTextzkladn"/>
      </w:pPr>
      <w:r>
        <w:t>V případech dle písm. (a) až (d) výše bude Zhotoviteli přiznáno prodlužení výluky nad rámec Formuláře Navržený plán výluk pouze v nezbytné a objektivně zdůvodnitelné délce.</w:t>
      </w:r>
      <w:r w:rsidR="008D4502" w:rsidRPr="008D4502">
        <w:t xml:space="preserve"> </w:t>
      </w:r>
      <w:r w:rsidR="008D4502">
        <w:t>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p w14:paraId="6FEF205E" w14:textId="77777777" w:rsidR="0072434B" w:rsidRDefault="0072434B" w:rsidP="0072434B">
      <w:pPr>
        <w:pStyle w:val="PNTextzkladn"/>
      </w:pPr>
      <w:r>
        <w:t>Odstavec 3 se nově zní:</w:t>
      </w:r>
    </w:p>
    <w:p w14:paraId="43B99695" w14:textId="647D6FCD" w:rsidR="0072434B" w:rsidRDefault="0072434B" w:rsidP="0072434B">
      <w:pPr>
        <w:pStyle w:val="PNTextzkladn"/>
      </w:pPr>
      <w:r>
        <w:t>Zhotovitel je v průběhu provádění Díla oprávněn požádat Objednatele o rozšíření doby a/nebo rozsahu výluky oproti výlukám podle předchozího Pod-odstavce tohoto Pod-článku, s výjimkou výluk uvedených ve Formuláři Navržený plán výluk.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považuje i každá samostatná etapa výluky v ROV.</w:t>
      </w:r>
      <w:r w:rsidRPr="007467FD">
        <w:t xml:space="preserve"> </w:t>
      </w:r>
      <w:r>
        <w:t>Dodatečnou výluku poskytuje Objednatel jako službu za úplatu počítanou za každou započatou hodinu Dodatečné výluky v těchto sazbách:</w:t>
      </w:r>
    </w:p>
    <w:p w14:paraId="41D2A347" w14:textId="77777777" w:rsidR="0072434B" w:rsidRPr="007467FD" w:rsidRDefault="0072434B" w:rsidP="0072434B">
      <w:pPr>
        <w:pStyle w:val="Odrka1-1"/>
        <w:numPr>
          <w:ilvl w:val="0"/>
          <w:numId w:val="5"/>
        </w:numPr>
        <w:spacing w:after="0"/>
        <w:ind w:left="284"/>
      </w:pPr>
      <w:r>
        <w:t>výluka trakčního vedení traťové koleje</w:t>
      </w:r>
      <w:r>
        <w:tab/>
        <w:t>3</w:t>
      </w:r>
      <w:r w:rsidRPr="0045753F">
        <w:t xml:space="preserve">.000 </w:t>
      </w:r>
      <w:r w:rsidRPr="007467FD">
        <w:t>Kč vč. DPH / započatá hodina,</w:t>
      </w:r>
    </w:p>
    <w:p w14:paraId="48CEA9C4" w14:textId="77777777" w:rsidR="0072434B" w:rsidRPr="007467FD" w:rsidRDefault="0072434B" w:rsidP="0072434B">
      <w:pPr>
        <w:pStyle w:val="Odrka1-1"/>
        <w:numPr>
          <w:ilvl w:val="0"/>
          <w:numId w:val="5"/>
        </w:numPr>
        <w:spacing w:after="0"/>
        <w:ind w:left="284"/>
      </w:pPr>
      <w:r w:rsidRPr="007467FD">
        <w:t>výluka traťové koleje</w:t>
      </w:r>
      <w:r w:rsidRPr="007467FD">
        <w:tab/>
      </w:r>
      <w:r w:rsidRPr="007467FD">
        <w:tab/>
      </w:r>
      <w:r w:rsidRPr="007467FD">
        <w:tab/>
      </w:r>
      <w:r>
        <w:t>5</w:t>
      </w:r>
      <w:r w:rsidRPr="0045753F">
        <w:t xml:space="preserve">.000 </w:t>
      </w:r>
      <w:r w:rsidRPr="007467FD">
        <w:t>Kč vč. DPH / započatá hodina,</w:t>
      </w:r>
    </w:p>
    <w:p w14:paraId="3B53AF47" w14:textId="77777777" w:rsidR="0072434B" w:rsidRPr="007467FD" w:rsidRDefault="0072434B" w:rsidP="0072434B">
      <w:pPr>
        <w:pStyle w:val="Odrka1-1"/>
        <w:numPr>
          <w:ilvl w:val="0"/>
          <w:numId w:val="5"/>
        </w:numPr>
        <w:spacing w:after="0"/>
        <w:ind w:left="284"/>
      </w:pPr>
      <w:r w:rsidRPr="007467FD">
        <w:t>výluka dvou a více traťových kolejí</w:t>
      </w:r>
      <w:r w:rsidRPr="007467FD">
        <w:tab/>
      </w:r>
      <w:r w:rsidRPr="007467FD">
        <w:tab/>
      </w:r>
      <w:r>
        <w:t>1</w:t>
      </w:r>
      <w:r w:rsidRPr="0045753F">
        <w:t xml:space="preserve">0.000 </w:t>
      </w:r>
      <w:r w:rsidRPr="007467FD">
        <w:t>Kč vč. DPH / započatá hodina,</w:t>
      </w:r>
    </w:p>
    <w:p w14:paraId="1477FFED" w14:textId="77777777" w:rsidR="0072434B" w:rsidRPr="007467FD" w:rsidRDefault="0072434B" w:rsidP="0072434B">
      <w:pPr>
        <w:pStyle w:val="Odrka1-1"/>
        <w:numPr>
          <w:ilvl w:val="0"/>
          <w:numId w:val="5"/>
        </w:numPr>
        <w:spacing w:after="0"/>
        <w:ind w:left="284"/>
      </w:pPr>
      <w:r w:rsidRPr="007467FD">
        <w:t>výluka staničních kolejí - dopravní</w:t>
      </w:r>
      <w:r w:rsidRPr="007467FD">
        <w:tab/>
      </w:r>
      <w:r w:rsidRPr="007467FD">
        <w:tab/>
      </w:r>
      <w:r>
        <w:t>2</w:t>
      </w:r>
      <w:r w:rsidRPr="0045753F">
        <w:t xml:space="preserve">.000 </w:t>
      </w:r>
      <w:r w:rsidRPr="007467FD">
        <w:t>Kč vč. DPH / započatá hodina,</w:t>
      </w:r>
    </w:p>
    <w:p w14:paraId="5AA1E55D" w14:textId="77777777" w:rsidR="0072434B" w:rsidRPr="007467FD" w:rsidRDefault="0072434B" w:rsidP="0072434B">
      <w:pPr>
        <w:pStyle w:val="Odrka1-1"/>
        <w:numPr>
          <w:ilvl w:val="0"/>
          <w:numId w:val="5"/>
        </w:numPr>
        <w:spacing w:after="0"/>
        <w:ind w:left="284"/>
      </w:pPr>
      <w:r w:rsidRPr="007467FD">
        <w:t xml:space="preserve">výluka ostatních kolejí </w:t>
      </w:r>
      <w:r w:rsidRPr="007467FD">
        <w:tab/>
      </w:r>
      <w:r w:rsidRPr="007467FD">
        <w:tab/>
      </w:r>
      <w:r w:rsidRPr="007467FD">
        <w:tab/>
      </w:r>
      <w:r w:rsidRPr="0045753F">
        <w:t xml:space="preserve">1.000 </w:t>
      </w:r>
      <w:r w:rsidRPr="007467FD">
        <w:t>Kč vč. DPH / započatá hodina,</w:t>
      </w:r>
    </w:p>
    <w:p w14:paraId="0FE8F874" w14:textId="77777777" w:rsidR="0072434B" w:rsidRDefault="0072434B" w:rsidP="0072434B">
      <w:pPr>
        <w:pStyle w:val="Odrka1-1"/>
        <w:numPr>
          <w:ilvl w:val="0"/>
          <w:numId w:val="5"/>
        </w:numPr>
        <w:ind w:left="284"/>
      </w:pPr>
      <w:r w:rsidRPr="007467FD">
        <w:t>výluka zabezpečovacího zařízení</w:t>
      </w:r>
      <w:r w:rsidRPr="007467FD">
        <w:tab/>
      </w:r>
      <w:r w:rsidRPr="007467FD">
        <w:tab/>
      </w:r>
      <w:r>
        <w:t>3</w:t>
      </w:r>
      <w:r w:rsidRPr="0045753F">
        <w:t xml:space="preserve">.000 </w:t>
      </w:r>
      <w:r w:rsidRPr="007467FD">
        <w:t>Kč vč</w:t>
      </w:r>
      <w:r>
        <w:t>. DPH / započatá hodina.</w:t>
      </w:r>
    </w:p>
    <w:p w14:paraId="742F75AB" w14:textId="77777777" w:rsidR="0072434B" w:rsidRDefault="0072434B" w:rsidP="0072434B">
      <w:pPr>
        <w:pStyle w:val="PNTextzkladn"/>
      </w:pPr>
      <w:r>
        <w:t xml:space="preserve">Odstavec 4 nově zní: </w:t>
      </w:r>
    </w:p>
    <w:p w14:paraId="5BC20AD8" w14:textId="77777777" w:rsidR="0072434B" w:rsidRDefault="0072434B" w:rsidP="0072434B">
      <w:pPr>
        <w:pStyle w:val="Textbezslovn"/>
        <w:ind w:left="0"/>
      </w:pPr>
      <w:r>
        <w:t xml:space="preserve">Výluka nad rámec termínu či rozsahu výluk uvedených ve Smlouvě, Harmonogramu, a/nebo vydaném ROV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w:t>
      </w:r>
      <w:r>
        <w:lastRenderedPageBreak/>
        <w:t>v ROV. Za každou započatou hodinu Překročené výluky je Zhotovitel povinen uhradit úplatu za každou započatou hodinu v následující výši:</w:t>
      </w:r>
    </w:p>
    <w:p w14:paraId="3E26E5B3" w14:textId="77777777" w:rsidR="0072434B" w:rsidRPr="00932780" w:rsidRDefault="0072434B" w:rsidP="0072434B">
      <w:pPr>
        <w:pStyle w:val="Odrka1-1"/>
        <w:numPr>
          <w:ilvl w:val="0"/>
          <w:numId w:val="5"/>
        </w:numPr>
        <w:spacing w:after="0"/>
        <w:ind w:left="284"/>
      </w:pPr>
      <w:r>
        <w:t xml:space="preserve">výluka trakčního vedení traťové </w:t>
      </w:r>
      <w:r w:rsidRPr="00932780">
        <w:t>koleje</w:t>
      </w:r>
      <w:r w:rsidRPr="00932780">
        <w:tab/>
        <w:t>5.000 Kč vč. DPH / započatá hodina,</w:t>
      </w:r>
    </w:p>
    <w:p w14:paraId="7546C6B6" w14:textId="77777777" w:rsidR="0072434B" w:rsidRPr="00932780" w:rsidRDefault="0072434B" w:rsidP="0072434B">
      <w:pPr>
        <w:pStyle w:val="Odrka1-1"/>
        <w:numPr>
          <w:ilvl w:val="0"/>
          <w:numId w:val="5"/>
        </w:numPr>
        <w:spacing w:after="0"/>
        <w:ind w:left="284"/>
      </w:pPr>
      <w:r w:rsidRPr="00932780">
        <w:t>výluka traťové koleje</w:t>
      </w:r>
      <w:r w:rsidRPr="00932780">
        <w:tab/>
      </w:r>
      <w:r w:rsidRPr="00932780">
        <w:tab/>
      </w:r>
      <w:r w:rsidRPr="00932780">
        <w:tab/>
        <w:t>10.000 Kč vč. DPH / započatá hodina,</w:t>
      </w:r>
    </w:p>
    <w:p w14:paraId="37422748" w14:textId="77777777" w:rsidR="0072434B" w:rsidRPr="00932780" w:rsidRDefault="0072434B" w:rsidP="0072434B">
      <w:pPr>
        <w:pStyle w:val="Odrka1-1"/>
        <w:numPr>
          <w:ilvl w:val="0"/>
          <w:numId w:val="5"/>
        </w:numPr>
        <w:spacing w:after="0"/>
        <w:ind w:left="284"/>
      </w:pPr>
      <w:r w:rsidRPr="00932780">
        <w:t>výluka dvou a více traťových kolejí</w:t>
      </w:r>
      <w:r w:rsidRPr="00932780">
        <w:tab/>
      </w:r>
      <w:r w:rsidRPr="00932780">
        <w:tab/>
        <w:t>20.000 Kč vč. DPH / započatá hodina,</w:t>
      </w:r>
    </w:p>
    <w:p w14:paraId="7FE9D609" w14:textId="77777777" w:rsidR="0072434B" w:rsidRPr="00932780" w:rsidRDefault="0072434B" w:rsidP="0072434B">
      <w:pPr>
        <w:pStyle w:val="Odrka1-1"/>
        <w:numPr>
          <w:ilvl w:val="0"/>
          <w:numId w:val="5"/>
        </w:numPr>
        <w:spacing w:after="0"/>
        <w:ind w:left="284"/>
      </w:pPr>
      <w:r w:rsidRPr="00932780">
        <w:t>výluka staničních kolejí - dopravní</w:t>
      </w:r>
      <w:r w:rsidRPr="00932780">
        <w:tab/>
      </w:r>
      <w:r w:rsidRPr="00932780">
        <w:tab/>
        <w:t>5.000 Kč vč. DPH / započatá hodina,</w:t>
      </w:r>
    </w:p>
    <w:p w14:paraId="48C51227" w14:textId="77777777" w:rsidR="0072434B" w:rsidRPr="00932780" w:rsidRDefault="0072434B" w:rsidP="0072434B">
      <w:pPr>
        <w:pStyle w:val="Odrka1-1"/>
        <w:numPr>
          <w:ilvl w:val="0"/>
          <w:numId w:val="5"/>
        </w:numPr>
        <w:spacing w:after="0"/>
        <w:ind w:left="284"/>
      </w:pPr>
      <w:r w:rsidRPr="00932780">
        <w:t xml:space="preserve">výluka ostatních kolejí </w:t>
      </w:r>
      <w:r w:rsidRPr="00932780">
        <w:tab/>
      </w:r>
      <w:r w:rsidRPr="00932780">
        <w:tab/>
      </w:r>
      <w:r w:rsidRPr="00932780">
        <w:tab/>
        <w:t>1.000 Kč vč. DPH / započatá hodina,</w:t>
      </w:r>
    </w:p>
    <w:p w14:paraId="4B5637D0" w14:textId="77777777" w:rsidR="0072434B" w:rsidRDefault="0072434B" w:rsidP="0072434B">
      <w:pPr>
        <w:pStyle w:val="Odrka1-1"/>
        <w:numPr>
          <w:ilvl w:val="0"/>
          <w:numId w:val="5"/>
        </w:numPr>
        <w:ind w:left="284"/>
      </w:pPr>
      <w:r w:rsidRPr="00932780">
        <w:t>výluka zabezpečovacího zařízení</w:t>
      </w:r>
      <w:r w:rsidRPr="00932780">
        <w:tab/>
      </w:r>
      <w:r w:rsidRPr="00932780">
        <w:tab/>
        <w:t>5.000 Kč</w:t>
      </w:r>
      <w:r>
        <w:t xml:space="preserve"> vč. DPH / započatá hodina.</w:t>
      </w:r>
    </w:p>
    <w:p w14:paraId="340374CC" w14:textId="63984481" w:rsidR="00C96E7C" w:rsidRDefault="00C96E7C" w:rsidP="00150E39">
      <w:pPr>
        <w:pStyle w:val="PNNadpis10bPod-l111"/>
      </w:pPr>
      <w:r>
        <w:t>8.2, 8.4</w:t>
      </w:r>
      <w:r w:rsidR="00150E39">
        <w:tab/>
      </w:r>
      <w:r>
        <w:t xml:space="preserve">Doba pro </w:t>
      </w:r>
      <w:r w:rsidRPr="00150E39">
        <w:t>dokončení</w:t>
      </w:r>
      <w:r>
        <w:t>, Prodloužení doby pro dokončení</w:t>
      </w:r>
    </w:p>
    <w:p w14:paraId="03A47D5F" w14:textId="571E3AD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DC69C7">
        <w:t>36</w:t>
      </w:r>
      <w:r w:rsidR="00E10309">
        <w:t xml:space="preserve"> měsíců</w:t>
      </w:r>
      <w:r>
        <w:t xml:space="preserve"> od Data zahájení prací.</w:t>
      </w:r>
    </w:p>
    <w:p w14:paraId="5035310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23A7F594" w14:textId="1517014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643899">
        <w:t>30</w:t>
      </w:r>
      <w:r>
        <w:t xml:space="preserve"> měsíců </w:t>
      </w:r>
      <w:r w:rsidRPr="00DD0A5F">
        <w:t>od Data zahájení</w:t>
      </w:r>
      <w:r>
        <w:t>.</w:t>
      </w:r>
    </w:p>
    <w:p w14:paraId="7D84E7A2" w14:textId="77777777" w:rsidR="0046368B" w:rsidRDefault="0046368B" w:rsidP="0046368B">
      <w:pPr>
        <w:pStyle w:val="PNNadpis10bPod-l111"/>
      </w:pPr>
      <w:r>
        <w:t xml:space="preserve">8.3 </w:t>
      </w:r>
      <w:r>
        <w:tab/>
        <w:t>Harmonogram</w:t>
      </w:r>
    </w:p>
    <w:p w14:paraId="6EB72CE2" w14:textId="77777777" w:rsidR="0046368B" w:rsidRPr="001F4C4A" w:rsidRDefault="0046368B" w:rsidP="0046368B">
      <w:pPr>
        <w:pStyle w:val="PNTextzkladn"/>
      </w:pPr>
      <w:r>
        <w:t>V první větě se odstraňuje text „obsažený v nabídce“.</w:t>
      </w:r>
    </w:p>
    <w:p w14:paraId="0441BDD6" w14:textId="77777777" w:rsidR="000D5A97" w:rsidRDefault="000D5A97" w:rsidP="00150E39">
      <w:pPr>
        <w:pStyle w:val="PNNadpis10bPod-l111"/>
      </w:pPr>
      <w:r>
        <w:t xml:space="preserve">8.7 </w:t>
      </w:r>
      <w:r>
        <w:tab/>
        <w:t>Smluvní pokuta za zpoždění</w:t>
      </w:r>
    </w:p>
    <w:p w14:paraId="691C6539" w14:textId="77777777" w:rsidR="00C96E7C" w:rsidRDefault="00C96E7C" w:rsidP="000D5A97">
      <w:pPr>
        <w:pStyle w:val="PNNadpis9b-tun"/>
      </w:pPr>
      <w:r>
        <w:t>Náhrada škody za zpoždění</w:t>
      </w:r>
    </w:p>
    <w:p w14:paraId="01643B8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D4CCBF6" w14:textId="77777777" w:rsidR="00C96E7C" w:rsidRDefault="00C96E7C" w:rsidP="000D5A97">
      <w:pPr>
        <w:pStyle w:val="PNNadpis9b-tun"/>
      </w:pPr>
      <w:r>
        <w:t>Maximální částka náhrady škody za zpoždění</w:t>
      </w:r>
    </w:p>
    <w:p w14:paraId="06398A5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87DE9AD" w14:textId="77777777" w:rsidR="00C96E7C" w:rsidRDefault="00C96E7C" w:rsidP="00150E39">
      <w:pPr>
        <w:pStyle w:val="PNNadpis10bPod-l111"/>
      </w:pPr>
      <w:r>
        <w:t>11.1</w:t>
      </w:r>
      <w:r w:rsidR="00150E39">
        <w:tab/>
      </w:r>
      <w:r>
        <w:t>Délka záruční doby</w:t>
      </w:r>
    </w:p>
    <w:p w14:paraId="417A6E2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0E0EC58" w14:textId="77777777" w:rsidR="00C96E7C" w:rsidRDefault="00C96E7C" w:rsidP="00150E39">
      <w:pPr>
        <w:pStyle w:val="PNNadpis10bPod-l111"/>
      </w:pPr>
      <w:r>
        <w:t xml:space="preserve">13.1 </w:t>
      </w:r>
      <w:r w:rsidR="00B81113">
        <w:tab/>
      </w:r>
      <w:r>
        <w:t xml:space="preserve">Právo na variaci </w:t>
      </w:r>
    </w:p>
    <w:p w14:paraId="1FD7B075" w14:textId="31CBED7D"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0992CBB" w14:textId="77777777" w:rsidR="00C96E7C" w:rsidRDefault="00C96E7C" w:rsidP="00D42C7E">
      <w:pPr>
        <w:pStyle w:val="PNNadpis10bPod-l111"/>
      </w:pPr>
      <w:r>
        <w:t xml:space="preserve">13.5 </w:t>
      </w:r>
      <w:r w:rsidR="00B81113">
        <w:tab/>
      </w:r>
      <w:r>
        <w:t>Podmíněné obnosy</w:t>
      </w:r>
    </w:p>
    <w:p w14:paraId="7F55CC8F" w14:textId="77777777" w:rsidR="00C96E7C" w:rsidRPr="00D42C7E" w:rsidRDefault="00C96E7C" w:rsidP="00D42C7E">
      <w:pPr>
        <w:pStyle w:val="PNTextzkladn"/>
      </w:pPr>
      <w:r w:rsidRPr="00D42C7E">
        <w:t>Podmíněné obnosy poskytnuty nebudou.</w:t>
      </w:r>
    </w:p>
    <w:p w14:paraId="199586D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863519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53E7D2D" w14:textId="77777777" w:rsidR="00C96E7C" w:rsidRDefault="00C96E7C" w:rsidP="00D42C7E">
      <w:pPr>
        <w:pStyle w:val="PNNadpis10bPod-l111"/>
      </w:pPr>
      <w:r>
        <w:t>14.2</w:t>
      </w:r>
      <w:r w:rsidR="00D42C7E">
        <w:t xml:space="preserve"> </w:t>
      </w:r>
      <w:r w:rsidR="00D42C7E">
        <w:tab/>
      </w:r>
      <w:r>
        <w:t xml:space="preserve">Zálohová platba </w:t>
      </w:r>
    </w:p>
    <w:p w14:paraId="26C5722B"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FB99324" w14:textId="1F4D4848" w:rsidR="00C96E7C" w:rsidRPr="00D42C7E" w:rsidRDefault="00C96E7C" w:rsidP="00D42C7E">
      <w:pPr>
        <w:pStyle w:val="PNTextzkladn"/>
      </w:pPr>
      <w:r w:rsidRPr="00D42C7E">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643899">
        <w:t xml:space="preserve">se </w:t>
      </w:r>
      <w:r w:rsidR="00643899" w:rsidRPr="004663FD">
        <w:rPr>
          <w:b/>
        </w:rPr>
        <w:t xml:space="preserve">30 </w:t>
      </w:r>
      <w:r w:rsidRPr="004663FD">
        <w:rPr>
          <w:b/>
        </w:rPr>
        <w:t>%</w:t>
      </w:r>
      <w:r w:rsidRPr="004663FD">
        <w:t xml:space="preserve"> </w:t>
      </w:r>
      <w:r w:rsidRPr="00643899">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D4EBC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0ACB29A"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C4C7A0A"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CF29F09"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2CBE819"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2393DA08"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A201B4D"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CC4543B" w14:textId="77777777" w:rsidR="00C96E7C" w:rsidRDefault="00C96E7C" w:rsidP="00D42C7E">
      <w:pPr>
        <w:pStyle w:val="PNOdstavecsl1a"/>
      </w:pPr>
      <w:r>
        <w:t>V případě:</w:t>
      </w:r>
    </w:p>
    <w:p w14:paraId="52E02DA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D435D4A"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C5EDDFD" w14:textId="77777777" w:rsidR="00C96E7C" w:rsidRDefault="00C96E7C" w:rsidP="00D42C7E">
      <w:pPr>
        <w:pStyle w:val="PNOdstavecsl1-2i"/>
      </w:pPr>
      <w:r>
        <w:t>kdy Zhotovitel nezúčtuje zálohovou platbu do 31.</w:t>
      </w:r>
      <w:r w:rsidR="00BF5233">
        <w:t> </w:t>
      </w:r>
      <w:r>
        <w:t>8.</w:t>
      </w:r>
      <w:r w:rsidR="00BF5233">
        <w:t> </w:t>
      </w:r>
      <w:r>
        <w:t xml:space="preserve">následujícího kalendářního roku po poskytnutí zálohové platby, je povinen vrátit Objednateli nezúčtovanou </w:t>
      </w:r>
      <w:r>
        <w:lastRenderedPageBreak/>
        <w:t>část poskytnuté zálohové platby,</w:t>
      </w:r>
      <w:r w:rsidR="00582C15">
        <w:t xml:space="preserve"> a </w:t>
      </w:r>
      <w:r>
        <w:t>to do 30.</w:t>
      </w:r>
      <w:r w:rsidR="00BF5233">
        <w:t> </w:t>
      </w:r>
      <w:r>
        <w:t>9. tohoto následujícího kalendářního roku.</w:t>
      </w:r>
    </w:p>
    <w:p w14:paraId="7E77015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367C0715" w14:textId="77777777" w:rsidR="00C96E7C" w:rsidRDefault="00C96E7C" w:rsidP="00367EBA">
      <w:pPr>
        <w:pStyle w:val="PNTextzkladn"/>
      </w:pPr>
      <w:r w:rsidRPr="00367EBA">
        <w:t>Celkový součet požadovaných</w:t>
      </w:r>
      <w:r>
        <w:t xml:space="preserve"> zálohových plateb nesmí překročit Smluvní cenu. </w:t>
      </w:r>
    </w:p>
    <w:p w14:paraId="4F287064" w14:textId="77777777" w:rsidR="002A1067" w:rsidRDefault="002A1067" w:rsidP="00367EBA">
      <w:pPr>
        <w:pStyle w:val="PNNadpis10bPod-l111"/>
      </w:pPr>
      <w:r>
        <w:t xml:space="preserve">14.3 </w:t>
      </w:r>
      <w:r w:rsidR="00367EBA">
        <w:tab/>
      </w:r>
      <w:r>
        <w:t>Počet vyhotovení</w:t>
      </w:r>
    </w:p>
    <w:p w14:paraId="5D6C9C45" w14:textId="77777777" w:rsidR="00157862" w:rsidRDefault="00157862" w:rsidP="007213E4">
      <w:pPr>
        <w:pStyle w:val="PNTextzkladn"/>
      </w:pPr>
      <w:r>
        <w:t>Text první věty prvního odstavce se ruší a nahrazuje textem:</w:t>
      </w:r>
    </w:p>
    <w:p w14:paraId="2AB3EB25" w14:textId="2E132200" w:rsidR="002A1067" w:rsidRDefault="00157862" w:rsidP="007213E4">
      <w:pPr>
        <w:pStyle w:val="PNTextzkladn"/>
      </w:pPr>
      <w:r>
        <w:t xml:space="preserve">„Zhotovitel musí Správci stavby předložit po skončení každého měsíce v </w:t>
      </w:r>
      <w:r w:rsidR="00E10309" w:rsidRPr="004663FD">
        <w:rPr>
          <w:b/>
        </w:rPr>
        <w:t>2</w:t>
      </w:r>
      <w:r w:rsidR="00E10309">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587EDE4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62152A9" w14:textId="77777777" w:rsidR="00C96E7C" w:rsidRDefault="00C96E7C" w:rsidP="00582C15">
      <w:pPr>
        <w:pStyle w:val="PNTextzkladn"/>
      </w:pPr>
      <w:r>
        <w:t>Pod-článek 14.5 se nepoužije.</w:t>
      </w:r>
    </w:p>
    <w:p w14:paraId="118200F2"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36AF392"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90EEF98" w14:textId="77777777" w:rsidR="00C96E7C" w:rsidRDefault="00C96E7C" w:rsidP="00150E39">
      <w:pPr>
        <w:pStyle w:val="PNNadpis10bPod-l111"/>
      </w:pPr>
      <w:r>
        <w:t>14.6</w:t>
      </w:r>
      <w:r w:rsidR="00EE7DC3">
        <w:t xml:space="preserve"> </w:t>
      </w:r>
      <w:r w:rsidR="00EE7DC3">
        <w:tab/>
      </w:r>
      <w:r>
        <w:t>Minimální částka Potvrzení průběžné platby</w:t>
      </w:r>
    </w:p>
    <w:p w14:paraId="4D0A85F7" w14:textId="11AE6162" w:rsidR="00C96E7C" w:rsidRDefault="00C96E7C" w:rsidP="00EE7DC3">
      <w:pPr>
        <w:pStyle w:val="PNTextzkladn"/>
      </w:pPr>
      <w:r>
        <w:t xml:space="preserve">Minimální </w:t>
      </w:r>
      <w:r w:rsidRPr="00EE7DC3">
        <w:t>částka</w:t>
      </w:r>
      <w:r>
        <w:t xml:space="preserve"> Potvrzení průběžné platby není stanovena. </w:t>
      </w:r>
    </w:p>
    <w:p w14:paraId="27C2365D" w14:textId="77777777" w:rsidR="002A1067" w:rsidRPr="00785811" w:rsidRDefault="002A1067" w:rsidP="00EE7DC3">
      <w:pPr>
        <w:pStyle w:val="PNNadpis10bPod-l111"/>
      </w:pPr>
      <w:r w:rsidRPr="00785811">
        <w:t>14.11</w:t>
      </w:r>
      <w:r w:rsidR="00EE7DC3">
        <w:tab/>
      </w:r>
      <w:r w:rsidRPr="00785811">
        <w:t>Počet vyhotovení</w:t>
      </w:r>
    </w:p>
    <w:p w14:paraId="60AC5B42" w14:textId="77777777" w:rsidR="00D20FA8" w:rsidRDefault="00D20FA8" w:rsidP="00EE7DC3">
      <w:pPr>
        <w:pStyle w:val="PNTextzkladn"/>
      </w:pPr>
      <w:r>
        <w:t>Text prvního odstavce se ruší a nahrazuje textem:</w:t>
      </w:r>
    </w:p>
    <w:p w14:paraId="4F35EC23" w14:textId="5E62F4FC" w:rsidR="00D20FA8" w:rsidRDefault="00D20FA8" w:rsidP="00EE7DC3">
      <w:pPr>
        <w:pStyle w:val="PNTextzkladn"/>
      </w:pPr>
      <w:r>
        <w:t>„Do 35 dnů po obdržení Potvrzení o převzetí Díla musí Zhotovitel Správci stavby předložit v</w:t>
      </w:r>
      <w:r w:rsidR="00204751">
        <w:t> </w:t>
      </w:r>
      <w:r w:rsidR="00E10309">
        <w:t xml:space="preserve">2 </w:t>
      </w:r>
      <w:r>
        <w:t>tištěných originálech a dále pak jednou v elektronické podobě Závěrečné vyúčtování s podkladovými dokumenty, které znázorňuje:</w:t>
      </w:r>
    </w:p>
    <w:p w14:paraId="62B0C98A"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691B7870" w14:textId="204242B0" w:rsidR="008A7A09" w:rsidRPr="00157862" w:rsidRDefault="008A7A09" w:rsidP="004663FD">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5DE84491"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329B4D63"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AF49939"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4A6D368"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F09235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C9E4D7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00E042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4C1272D"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108C462"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2862D80B" w14:textId="77777777" w:rsidR="00C96E7C" w:rsidRDefault="00C96E7C" w:rsidP="00EE7DC3">
      <w:pPr>
        <w:pStyle w:val="PNTextzkladn"/>
      </w:pPr>
      <w:r>
        <w:t xml:space="preserve">Rozhodování sporů je upraveno dle </w:t>
      </w:r>
      <w:r w:rsidRPr="00EE7DC3">
        <w:t>varianty</w:t>
      </w:r>
      <w:r>
        <w:t xml:space="preserve"> B.</w:t>
      </w:r>
    </w:p>
    <w:p w14:paraId="7306DBCF" w14:textId="77777777" w:rsidR="00C732F0" w:rsidRDefault="00C732F0" w:rsidP="00D60543">
      <w:pPr>
        <w:pStyle w:val="PNTextzkladn"/>
      </w:pPr>
    </w:p>
    <w:p w14:paraId="692B8EC8" w14:textId="77777777" w:rsidR="00C732F0" w:rsidRDefault="00C732F0" w:rsidP="00D60543">
      <w:pPr>
        <w:pStyle w:val="PNTextzkladn"/>
      </w:pPr>
    </w:p>
    <w:p w14:paraId="47116ECA"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2690A" w14:textId="77777777" w:rsidR="00032EF8" w:rsidRDefault="00032EF8" w:rsidP="00962258">
      <w:pPr>
        <w:spacing w:after="0" w:line="240" w:lineRule="auto"/>
      </w:pPr>
      <w:r>
        <w:separator/>
      </w:r>
    </w:p>
  </w:endnote>
  <w:endnote w:type="continuationSeparator" w:id="0">
    <w:p w14:paraId="66C2DED1" w14:textId="77777777" w:rsidR="00032EF8" w:rsidRDefault="00032E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2DD6D165" w14:textId="77777777" w:rsidTr="00031645">
      <w:tc>
        <w:tcPr>
          <w:tcW w:w="1021" w:type="dxa"/>
          <w:vAlign w:val="bottom"/>
        </w:tcPr>
        <w:p w14:paraId="102B90BA" w14:textId="640518ED"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1D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51D3">
            <w:rPr>
              <w:rStyle w:val="slostrnky"/>
              <w:noProof/>
            </w:rPr>
            <w:t>11</w:t>
          </w:r>
          <w:r w:rsidRPr="00B8518B">
            <w:rPr>
              <w:rStyle w:val="slostrnky"/>
            </w:rPr>
            <w:fldChar w:fldCharType="end"/>
          </w:r>
        </w:p>
      </w:tc>
      <w:tc>
        <w:tcPr>
          <w:tcW w:w="0" w:type="auto"/>
          <w:vAlign w:val="bottom"/>
        </w:tcPr>
        <w:p w14:paraId="725BF21B" w14:textId="77777777" w:rsidR="00031645" w:rsidRDefault="00031645" w:rsidP="00031645">
          <w:pPr>
            <w:pStyle w:val="Zpatvlevo"/>
          </w:pPr>
          <w:r>
            <w:t>Příloha k a nabídce</w:t>
          </w:r>
        </w:p>
        <w:p w14:paraId="4C63DB09" w14:textId="5E4DD294"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9C51D3" w:rsidRPr="009C51D3">
            <w:rPr>
              <w:bCs/>
              <w:noProof/>
            </w:rPr>
            <w:t>„</w:t>
          </w:r>
          <w:r w:rsidR="009C51D3">
            <w:rPr>
              <w:b/>
              <w:noProof/>
            </w:rPr>
            <w:t>Optimalizace trati Karlštejn (mimo) – Beroun (mimo)“</w:t>
          </w:r>
          <w:r w:rsidR="009C51D3">
            <w:rPr>
              <w:b/>
              <w:noProof/>
            </w:rPr>
            <w:cr/>
          </w:r>
          <w:r w:rsidRPr="00967F7C">
            <w:rPr>
              <w:b/>
              <w:noProof/>
            </w:rPr>
            <w:fldChar w:fldCharType="end"/>
          </w:r>
        </w:p>
      </w:tc>
    </w:tr>
  </w:tbl>
  <w:p w14:paraId="252BE377"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609ABC5C" w14:textId="77777777" w:rsidTr="00031645">
      <w:tc>
        <w:tcPr>
          <w:tcW w:w="0" w:type="auto"/>
          <w:tcMar>
            <w:left w:w="0" w:type="dxa"/>
            <w:right w:w="0" w:type="dxa"/>
          </w:tcMar>
          <w:vAlign w:val="bottom"/>
        </w:tcPr>
        <w:p w14:paraId="70E8CF82" w14:textId="77777777" w:rsidR="00031645" w:rsidRDefault="00031645" w:rsidP="007213E4">
          <w:pPr>
            <w:pStyle w:val="Zpatvpravo"/>
          </w:pPr>
          <w:r w:rsidRPr="007213E4">
            <w:t>Příloha</w:t>
          </w:r>
          <w:r>
            <w:t xml:space="preserve"> k nabídce</w:t>
          </w:r>
        </w:p>
        <w:p w14:paraId="2E6DAAD5" w14:textId="5ACB8DC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9C51D3" w:rsidRPr="009C51D3">
            <w:rPr>
              <w:noProof/>
            </w:rPr>
            <w:t>„</w:t>
          </w:r>
          <w:r w:rsidR="009C51D3">
            <w:rPr>
              <w:b/>
              <w:noProof/>
            </w:rPr>
            <w:t>Optimalizace trati Karlštejn (mimo) – Beroun (mimo)“</w:t>
          </w:r>
          <w:r w:rsidR="009C51D3">
            <w:rPr>
              <w:b/>
              <w:noProof/>
            </w:rPr>
            <w:cr/>
          </w:r>
          <w:r w:rsidRPr="00967F7C">
            <w:rPr>
              <w:b/>
              <w:noProof/>
            </w:rPr>
            <w:fldChar w:fldCharType="end"/>
          </w:r>
        </w:p>
      </w:tc>
      <w:tc>
        <w:tcPr>
          <w:tcW w:w="1021" w:type="dxa"/>
          <w:vAlign w:val="bottom"/>
        </w:tcPr>
        <w:p w14:paraId="403F89EA" w14:textId="3C5EA041"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1D3">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51D3">
            <w:rPr>
              <w:rStyle w:val="slostrnky"/>
              <w:noProof/>
            </w:rPr>
            <w:t>11</w:t>
          </w:r>
          <w:r w:rsidRPr="00B8518B">
            <w:rPr>
              <w:rStyle w:val="slostrnky"/>
            </w:rPr>
            <w:fldChar w:fldCharType="end"/>
          </w:r>
        </w:p>
      </w:tc>
    </w:tr>
  </w:tbl>
  <w:p w14:paraId="2B38F3E8"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4D27" w14:textId="77777777" w:rsidR="00032EF8" w:rsidRDefault="00032EF8" w:rsidP="00962258">
      <w:pPr>
        <w:spacing w:after="0" w:line="240" w:lineRule="auto"/>
      </w:pPr>
      <w:r>
        <w:separator/>
      </w:r>
    </w:p>
  </w:footnote>
  <w:footnote w:type="continuationSeparator" w:id="0">
    <w:p w14:paraId="47F1CC58" w14:textId="77777777" w:rsidR="00032EF8" w:rsidRDefault="00032E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C14DE3B" w14:textId="77777777" w:rsidTr="00B22106">
      <w:trPr>
        <w:trHeight w:hRule="exact" w:val="936"/>
      </w:trPr>
      <w:tc>
        <w:tcPr>
          <w:tcW w:w="1361" w:type="dxa"/>
          <w:tcMar>
            <w:left w:w="0" w:type="dxa"/>
            <w:right w:w="0" w:type="dxa"/>
          </w:tcMar>
        </w:tcPr>
        <w:p w14:paraId="553784B3"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4DEAAC7B"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4A501F" wp14:editId="31F063D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EE7C246" w14:textId="77777777" w:rsidR="00031645" w:rsidRPr="00D6163D" w:rsidRDefault="00031645" w:rsidP="00FC6389">
          <w:pPr>
            <w:pStyle w:val="Druhdokumentu"/>
          </w:pPr>
        </w:p>
      </w:tc>
    </w:tr>
    <w:tr w:rsidR="00031645" w14:paraId="6B5775DE" w14:textId="77777777" w:rsidTr="00B22106">
      <w:trPr>
        <w:trHeight w:hRule="exact" w:val="936"/>
      </w:trPr>
      <w:tc>
        <w:tcPr>
          <w:tcW w:w="1361" w:type="dxa"/>
          <w:tcMar>
            <w:left w:w="0" w:type="dxa"/>
            <w:right w:w="0" w:type="dxa"/>
          </w:tcMar>
        </w:tcPr>
        <w:p w14:paraId="279E5F5E"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01BD5C23" w14:textId="77777777" w:rsidR="00031645" w:rsidRDefault="00031645" w:rsidP="00FC6389">
          <w:pPr>
            <w:pStyle w:val="Zpat"/>
          </w:pPr>
        </w:p>
      </w:tc>
      <w:tc>
        <w:tcPr>
          <w:tcW w:w="5756" w:type="dxa"/>
          <w:shd w:val="clear" w:color="auto" w:fill="auto"/>
          <w:tcMar>
            <w:left w:w="0" w:type="dxa"/>
            <w:right w:w="0" w:type="dxa"/>
          </w:tcMar>
        </w:tcPr>
        <w:p w14:paraId="58846D06" w14:textId="77777777" w:rsidR="00031645" w:rsidRPr="00D6163D" w:rsidRDefault="00031645" w:rsidP="00FC6389">
          <w:pPr>
            <w:pStyle w:val="Druhdokumentu"/>
          </w:pPr>
        </w:p>
      </w:tc>
    </w:tr>
  </w:tbl>
  <w:p w14:paraId="1551ABB4" w14:textId="77777777" w:rsidR="00031645" w:rsidRPr="00D6163D" w:rsidRDefault="00031645" w:rsidP="00FC6389">
    <w:pPr>
      <w:pStyle w:val="Zhlav"/>
      <w:rPr>
        <w:sz w:val="8"/>
        <w:szCs w:val="8"/>
      </w:rPr>
    </w:pPr>
  </w:p>
  <w:p w14:paraId="7934DB26"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1"/>
  </w:num>
  <w:num w:numId="2">
    <w:abstractNumId w:val="0"/>
  </w:num>
  <w:num w:numId="3">
    <w:abstractNumId w:val="7"/>
  </w:num>
  <w:num w:numId="4">
    <w:abstractNumId w:val="2"/>
  </w:num>
  <w:num w:numId="5">
    <w:abstractNumId w:val="4"/>
  </w:num>
  <w:num w:numId="6">
    <w:abstractNumId w:val="6"/>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503"/>
    <w:rsid w:val="00005616"/>
    <w:rsid w:val="000077E8"/>
    <w:rsid w:val="00011269"/>
    <w:rsid w:val="00011361"/>
    <w:rsid w:val="0001183F"/>
    <w:rsid w:val="00017F3C"/>
    <w:rsid w:val="00023076"/>
    <w:rsid w:val="00030170"/>
    <w:rsid w:val="00031645"/>
    <w:rsid w:val="00032EF8"/>
    <w:rsid w:val="00041EC8"/>
    <w:rsid w:val="00044C35"/>
    <w:rsid w:val="00047F2C"/>
    <w:rsid w:val="000519C9"/>
    <w:rsid w:val="000543DB"/>
    <w:rsid w:val="0006588D"/>
    <w:rsid w:val="00067A5E"/>
    <w:rsid w:val="000719BB"/>
    <w:rsid w:val="00071A0E"/>
    <w:rsid w:val="00072A65"/>
    <w:rsid w:val="00072C1E"/>
    <w:rsid w:val="00073857"/>
    <w:rsid w:val="00080EC0"/>
    <w:rsid w:val="00095CE9"/>
    <w:rsid w:val="00097778"/>
    <w:rsid w:val="00097CAC"/>
    <w:rsid w:val="000B4EB8"/>
    <w:rsid w:val="000C40E5"/>
    <w:rsid w:val="000C41F2"/>
    <w:rsid w:val="000D22C4"/>
    <w:rsid w:val="000D27D1"/>
    <w:rsid w:val="000D5A97"/>
    <w:rsid w:val="000D5FCB"/>
    <w:rsid w:val="000E0B11"/>
    <w:rsid w:val="000E1A7F"/>
    <w:rsid w:val="000E26D2"/>
    <w:rsid w:val="000E79BD"/>
    <w:rsid w:val="000F4591"/>
    <w:rsid w:val="000F70C2"/>
    <w:rsid w:val="00103BEA"/>
    <w:rsid w:val="0010593A"/>
    <w:rsid w:val="00112864"/>
    <w:rsid w:val="00114472"/>
    <w:rsid w:val="00114988"/>
    <w:rsid w:val="001149ED"/>
    <w:rsid w:val="00115069"/>
    <w:rsid w:val="001150F2"/>
    <w:rsid w:val="001174DF"/>
    <w:rsid w:val="0012024F"/>
    <w:rsid w:val="00126C15"/>
    <w:rsid w:val="00134823"/>
    <w:rsid w:val="00145961"/>
    <w:rsid w:val="00146747"/>
    <w:rsid w:val="00146DA1"/>
    <w:rsid w:val="00150E39"/>
    <w:rsid w:val="0015218B"/>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2927"/>
    <w:rsid w:val="001C4364"/>
    <w:rsid w:val="001C645F"/>
    <w:rsid w:val="001C7156"/>
    <w:rsid w:val="001D0F98"/>
    <w:rsid w:val="001D11D4"/>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7C64"/>
    <w:rsid w:val="002A1067"/>
    <w:rsid w:val="002A3B57"/>
    <w:rsid w:val="002B67EF"/>
    <w:rsid w:val="002C31BF"/>
    <w:rsid w:val="002D5336"/>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43D0"/>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663FD"/>
    <w:rsid w:val="00483969"/>
    <w:rsid w:val="00486107"/>
    <w:rsid w:val="00491827"/>
    <w:rsid w:val="004A00B4"/>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75D9"/>
    <w:rsid w:val="00553375"/>
    <w:rsid w:val="00553BF4"/>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02CB"/>
    <w:rsid w:val="005C3269"/>
    <w:rsid w:val="005C4979"/>
    <w:rsid w:val="005C50A5"/>
    <w:rsid w:val="005C6607"/>
    <w:rsid w:val="005C7A23"/>
    <w:rsid w:val="005D168C"/>
    <w:rsid w:val="005D2F3D"/>
    <w:rsid w:val="005D3C39"/>
    <w:rsid w:val="005D6C32"/>
    <w:rsid w:val="005E00AD"/>
    <w:rsid w:val="005F28D2"/>
    <w:rsid w:val="005F3A96"/>
    <w:rsid w:val="005F3E29"/>
    <w:rsid w:val="005F4503"/>
    <w:rsid w:val="005F5895"/>
    <w:rsid w:val="006009D6"/>
    <w:rsid w:val="00601A8C"/>
    <w:rsid w:val="00605DD8"/>
    <w:rsid w:val="0061012B"/>
    <w:rsid w:val="0061068E"/>
    <w:rsid w:val="006115D3"/>
    <w:rsid w:val="00612096"/>
    <w:rsid w:val="00617585"/>
    <w:rsid w:val="0062149E"/>
    <w:rsid w:val="00643899"/>
    <w:rsid w:val="0065610E"/>
    <w:rsid w:val="00660AD3"/>
    <w:rsid w:val="00667A98"/>
    <w:rsid w:val="00673932"/>
    <w:rsid w:val="006776B6"/>
    <w:rsid w:val="00680727"/>
    <w:rsid w:val="00681286"/>
    <w:rsid w:val="00684518"/>
    <w:rsid w:val="00693150"/>
    <w:rsid w:val="006937D9"/>
    <w:rsid w:val="006A1687"/>
    <w:rsid w:val="006A4B55"/>
    <w:rsid w:val="006A5570"/>
    <w:rsid w:val="006A689C"/>
    <w:rsid w:val="006B3D79"/>
    <w:rsid w:val="006B6FE4"/>
    <w:rsid w:val="006B73BB"/>
    <w:rsid w:val="006C2343"/>
    <w:rsid w:val="006C442A"/>
    <w:rsid w:val="006C5D15"/>
    <w:rsid w:val="006D5589"/>
    <w:rsid w:val="006E0578"/>
    <w:rsid w:val="006E13F8"/>
    <w:rsid w:val="006E314D"/>
    <w:rsid w:val="006E34F7"/>
    <w:rsid w:val="006F3A6E"/>
    <w:rsid w:val="006F75EE"/>
    <w:rsid w:val="00700C23"/>
    <w:rsid w:val="00702811"/>
    <w:rsid w:val="007055DC"/>
    <w:rsid w:val="00710723"/>
    <w:rsid w:val="00712B76"/>
    <w:rsid w:val="00713984"/>
    <w:rsid w:val="007213E4"/>
    <w:rsid w:val="007220C1"/>
    <w:rsid w:val="00723ED1"/>
    <w:rsid w:val="0072434B"/>
    <w:rsid w:val="00726A41"/>
    <w:rsid w:val="00726AFE"/>
    <w:rsid w:val="0073117B"/>
    <w:rsid w:val="00740AF5"/>
    <w:rsid w:val="00743525"/>
    <w:rsid w:val="00752D81"/>
    <w:rsid w:val="007541A2"/>
    <w:rsid w:val="00755818"/>
    <w:rsid w:val="00760F84"/>
    <w:rsid w:val="0076286B"/>
    <w:rsid w:val="0076539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B70DD"/>
    <w:rsid w:val="007C4C3C"/>
    <w:rsid w:val="007C73B0"/>
    <w:rsid w:val="007D4C3D"/>
    <w:rsid w:val="007D626B"/>
    <w:rsid w:val="007E2B8D"/>
    <w:rsid w:val="007E4A6E"/>
    <w:rsid w:val="007F56A7"/>
    <w:rsid w:val="007F66F4"/>
    <w:rsid w:val="007F76D5"/>
    <w:rsid w:val="00800851"/>
    <w:rsid w:val="00807175"/>
    <w:rsid w:val="00807DD0"/>
    <w:rsid w:val="008123B6"/>
    <w:rsid w:val="00816E6E"/>
    <w:rsid w:val="00821D01"/>
    <w:rsid w:val="00822268"/>
    <w:rsid w:val="00824DF9"/>
    <w:rsid w:val="00826B7B"/>
    <w:rsid w:val="008326B8"/>
    <w:rsid w:val="00846789"/>
    <w:rsid w:val="00846A4F"/>
    <w:rsid w:val="008477AD"/>
    <w:rsid w:val="00857A77"/>
    <w:rsid w:val="008602BD"/>
    <w:rsid w:val="00870145"/>
    <w:rsid w:val="00875736"/>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4502"/>
    <w:rsid w:val="008F01AF"/>
    <w:rsid w:val="008F18D6"/>
    <w:rsid w:val="008F2C9B"/>
    <w:rsid w:val="008F3E72"/>
    <w:rsid w:val="008F4AEA"/>
    <w:rsid w:val="008F6D6C"/>
    <w:rsid w:val="008F6D85"/>
    <w:rsid w:val="008F797B"/>
    <w:rsid w:val="00904780"/>
    <w:rsid w:val="0090635B"/>
    <w:rsid w:val="00906C36"/>
    <w:rsid w:val="009072A4"/>
    <w:rsid w:val="009162F5"/>
    <w:rsid w:val="00922385"/>
    <w:rsid w:val="009223DF"/>
    <w:rsid w:val="0092771B"/>
    <w:rsid w:val="00927B47"/>
    <w:rsid w:val="00932780"/>
    <w:rsid w:val="009353DE"/>
    <w:rsid w:val="00936091"/>
    <w:rsid w:val="00936627"/>
    <w:rsid w:val="00936EC1"/>
    <w:rsid w:val="00940D8A"/>
    <w:rsid w:val="00953532"/>
    <w:rsid w:val="00962258"/>
    <w:rsid w:val="009678B7"/>
    <w:rsid w:val="00967F7C"/>
    <w:rsid w:val="00984EBC"/>
    <w:rsid w:val="00985EE8"/>
    <w:rsid w:val="00992D9C"/>
    <w:rsid w:val="00996496"/>
    <w:rsid w:val="00996CB8"/>
    <w:rsid w:val="009A06AE"/>
    <w:rsid w:val="009B0F8A"/>
    <w:rsid w:val="009B1A24"/>
    <w:rsid w:val="009B2E97"/>
    <w:rsid w:val="009B3AC4"/>
    <w:rsid w:val="009B5146"/>
    <w:rsid w:val="009B641A"/>
    <w:rsid w:val="009C0E49"/>
    <w:rsid w:val="009C1450"/>
    <w:rsid w:val="009C386C"/>
    <w:rsid w:val="009C418E"/>
    <w:rsid w:val="009C442C"/>
    <w:rsid w:val="009C51D3"/>
    <w:rsid w:val="009C7295"/>
    <w:rsid w:val="009D1439"/>
    <w:rsid w:val="009D3CE2"/>
    <w:rsid w:val="009E07F4"/>
    <w:rsid w:val="009E2AFD"/>
    <w:rsid w:val="009E4505"/>
    <w:rsid w:val="009F0BC6"/>
    <w:rsid w:val="009F309B"/>
    <w:rsid w:val="009F392E"/>
    <w:rsid w:val="009F4424"/>
    <w:rsid w:val="009F53C5"/>
    <w:rsid w:val="00A02924"/>
    <w:rsid w:val="00A05305"/>
    <w:rsid w:val="00A0740E"/>
    <w:rsid w:val="00A10A3F"/>
    <w:rsid w:val="00A10EEB"/>
    <w:rsid w:val="00A14CEF"/>
    <w:rsid w:val="00A1518B"/>
    <w:rsid w:val="00A174BC"/>
    <w:rsid w:val="00A27EBF"/>
    <w:rsid w:val="00A3134E"/>
    <w:rsid w:val="00A318A8"/>
    <w:rsid w:val="00A421C6"/>
    <w:rsid w:val="00A4266A"/>
    <w:rsid w:val="00A50641"/>
    <w:rsid w:val="00A530BF"/>
    <w:rsid w:val="00A53A32"/>
    <w:rsid w:val="00A6177B"/>
    <w:rsid w:val="00A66136"/>
    <w:rsid w:val="00A71189"/>
    <w:rsid w:val="00A71E2B"/>
    <w:rsid w:val="00A723D3"/>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0"/>
    <w:rsid w:val="00AB5436"/>
    <w:rsid w:val="00AB56AE"/>
    <w:rsid w:val="00AC4761"/>
    <w:rsid w:val="00AD056F"/>
    <w:rsid w:val="00AD0C7B"/>
    <w:rsid w:val="00AD5F1A"/>
    <w:rsid w:val="00AD62C8"/>
    <w:rsid w:val="00AD6731"/>
    <w:rsid w:val="00AD73F6"/>
    <w:rsid w:val="00AD7B08"/>
    <w:rsid w:val="00AF0E06"/>
    <w:rsid w:val="00AF1809"/>
    <w:rsid w:val="00AF3955"/>
    <w:rsid w:val="00B008D5"/>
    <w:rsid w:val="00B02F73"/>
    <w:rsid w:val="00B0619F"/>
    <w:rsid w:val="00B12F2D"/>
    <w:rsid w:val="00B13A26"/>
    <w:rsid w:val="00B144CF"/>
    <w:rsid w:val="00B15D0D"/>
    <w:rsid w:val="00B210D1"/>
    <w:rsid w:val="00B21EC8"/>
    <w:rsid w:val="00B22106"/>
    <w:rsid w:val="00B222FB"/>
    <w:rsid w:val="00B25645"/>
    <w:rsid w:val="00B26495"/>
    <w:rsid w:val="00B26D5E"/>
    <w:rsid w:val="00B31F14"/>
    <w:rsid w:val="00B33FB2"/>
    <w:rsid w:val="00B4059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BF78E4"/>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AF4"/>
    <w:rsid w:val="00CD0C34"/>
    <w:rsid w:val="00CD1A74"/>
    <w:rsid w:val="00CD1FC4"/>
    <w:rsid w:val="00CD6476"/>
    <w:rsid w:val="00CE030A"/>
    <w:rsid w:val="00CE1DA0"/>
    <w:rsid w:val="00CF2351"/>
    <w:rsid w:val="00CF4255"/>
    <w:rsid w:val="00CF609C"/>
    <w:rsid w:val="00CF6808"/>
    <w:rsid w:val="00D034A0"/>
    <w:rsid w:val="00D110D3"/>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1E9C"/>
    <w:rsid w:val="00DA23F0"/>
    <w:rsid w:val="00DA3711"/>
    <w:rsid w:val="00DA47EF"/>
    <w:rsid w:val="00DA53DF"/>
    <w:rsid w:val="00DA5E07"/>
    <w:rsid w:val="00DB160C"/>
    <w:rsid w:val="00DC0FD9"/>
    <w:rsid w:val="00DC2863"/>
    <w:rsid w:val="00DC69C7"/>
    <w:rsid w:val="00DD0A5F"/>
    <w:rsid w:val="00DD24AF"/>
    <w:rsid w:val="00DD46F3"/>
    <w:rsid w:val="00DE56F2"/>
    <w:rsid w:val="00DF116D"/>
    <w:rsid w:val="00DF70D9"/>
    <w:rsid w:val="00E01FF7"/>
    <w:rsid w:val="00E06EDE"/>
    <w:rsid w:val="00E10309"/>
    <w:rsid w:val="00E1344F"/>
    <w:rsid w:val="00E13658"/>
    <w:rsid w:val="00E16FF7"/>
    <w:rsid w:val="00E26AD9"/>
    <w:rsid w:val="00E26D68"/>
    <w:rsid w:val="00E30C41"/>
    <w:rsid w:val="00E35CD9"/>
    <w:rsid w:val="00E37BAF"/>
    <w:rsid w:val="00E41EEA"/>
    <w:rsid w:val="00E44045"/>
    <w:rsid w:val="00E45560"/>
    <w:rsid w:val="00E46253"/>
    <w:rsid w:val="00E474A2"/>
    <w:rsid w:val="00E47E90"/>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7081"/>
    <w:rsid w:val="00ED0C1F"/>
    <w:rsid w:val="00ED14BD"/>
    <w:rsid w:val="00ED40E0"/>
    <w:rsid w:val="00ED5EB7"/>
    <w:rsid w:val="00EE66AF"/>
    <w:rsid w:val="00EE7DC3"/>
    <w:rsid w:val="00EF095B"/>
    <w:rsid w:val="00EF10BA"/>
    <w:rsid w:val="00EF3412"/>
    <w:rsid w:val="00F016C7"/>
    <w:rsid w:val="00F03129"/>
    <w:rsid w:val="00F0427E"/>
    <w:rsid w:val="00F12DEC"/>
    <w:rsid w:val="00F14E8A"/>
    <w:rsid w:val="00F1586D"/>
    <w:rsid w:val="00F1715C"/>
    <w:rsid w:val="00F20959"/>
    <w:rsid w:val="00F2485A"/>
    <w:rsid w:val="00F26637"/>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A401F"/>
    <w:rsid w:val="00FB17ED"/>
    <w:rsid w:val="00FB1DD4"/>
    <w:rsid w:val="00FB6342"/>
    <w:rsid w:val="00FC6389"/>
    <w:rsid w:val="00FD09ED"/>
    <w:rsid w:val="00FD5813"/>
    <w:rsid w:val="00FE0F6B"/>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C6F60"/>
  <w14:defaultImageDpi w14:val="32767"/>
  <w15:docId w15:val="{E3A6C8DC-6C8F-465B-97B8-8658D519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Odrka1-1">
    <w:name w:val="_Odrážka_1-1_•"/>
    <w:basedOn w:val="Normln"/>
    <w:link w:val="Odrka1-1Char"/>
    <w:qFormat/>
    <w:rsid w:val="008D4502"/>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8D4502"/>
  </w:style>
  <w:style w:type="paragraph" w:customStyle="1" w:styleId="Odrka1-2-">
    <w:name w:val="_Odrážka_1-2_-"/>
    <w:basedOn w:val="Odrka1-1"/>
    <w:qFormat/>
    <w:rsid w:val="008D4502"/>
    <w:pPr>
      <w:tabs>
        <w:tab w:val="clear" w:pos="1077"/>
        <w:tab w:val="num" w:pos="360"/>
      </w:tabs>
    </w:pPr>
  </w:style>
  <w:style w:type="paragraph" w:customStyle="1" w:styleId="Odrka1-3">
    <w:name w:val="_Odrážka_1-3_·"/>
    <w:basedOn w:val="Odrka1-2-"/>
    <w:qFormat/>
    <w:rsid w:val="008D4502"/>
  </w:style>
  <w:style w:type="paragraph" w:customStyle="1" w:styleId="Textbezslovn">
    <w:name w:val="_Text_bez_číslování"/>
    <w:basedOn w:val="Normln"/>
    <w:link w:val="TextbezslovnChar"/>
    <w:qFormat/>
    <w:rsid w:val="008D4502"/>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8D4502"/>
  </w:style>
  <w:style w:type="paragraph" w:customStyle="1" w:styleId="Textbezodsazen">
    <w:name w:val="_Text_bez_odsazení"/>
    <w:basedOn w:val="Normln"/>
    <w:link w:val="TextbezodsazenChar"/>
    <w:qFormat/>
    <w:rsid w:val="000F70C2"/>
    <w:pPr>
      <w:spacing w:after="120" w:line="264" w:lineRule="auto"/>
      <w:jc w:val="both"/>
    </w:pPr>
    <w:rPr>
      <w:sz w:val="18"/>
      <w:szCs w:val="18"/>
    </w:rPr>
  </w:style>
  <w:style w:type="character" w:customStyle="1" w:styleId="TextbezodsazenChar">
    <w:name w:val="_Text_bez_odsazení Char"/>
    <w:basedOn w:val="Standardnpsmoodstavce"/>
    <w:link w:val="Textbezodsazen"/>
    <w:rsid w:val="000F70C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56541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779762317">
      <w:bodyDiv w:val="1"/>
      <w:marLeft w:val="0"/>
      <w:marRight w:val="0"/>
      <w:marTop w:val="0"/>
      <w:marBottom w:val="0"/>
      <w:divBdr>
        <w:top w:val="none" w:sz="0" w:space="0" w:color="auto"/>
        <w:left w:val="none" w:sz="0" w:space="0" w:color="auto"/>
        <w:bottom w:val="none" w:sz="0" w:space="0" w:color="auto"/>
        <w:right w:val="none" w:sz="0" w:space="0" w:color="auto"/>
      </w:divBdr>
    </w:div>
    <w:div w:id="1799226858">
      <w:bodyDiv w:val="1"/>
      <w:marLeft w:val="0"/>
      <w:marRight w:val="0"/>
      <w:marTop w:val="0"/>
      <w:marBottom w:val="0"/>
      <w:divBdr>
        <w:top w:val="none" w:sz="0" w:space="0" w:color="auto"/>
        <w:left w:val="none" w:sz="0" w:space="0" w:color="auto"/>
        <w:bottom w:val="none" w:sz="0" w:space="0" w:color="auto"/>
        <w:right w:val="none" w:sz="0" w:space="0" w:color="auto"/>
      </w:divBdr>
    </w:div>
    <w:div w:id="1920746377">
      <w:bodyDiv w:val="1"/>
      <w:marLeft w:val="0"/>
      <w:marRight w:val="0"/>
      <w:marTop w:val="0"/>
      <w:marBottom w:val="0"/>
      <w:divBdr>
        <w:top w:val="none" w:sz="0" w:space="0" w:color="auto"/>
        <w:left w:val="none" w:sz="0" w:space="0" w:color="auto"/>
        <w:bottom w:val="none" w:sz="0" w:space="0" w:color="auto"/>
        <w:right w:val="none" w:sz="0" w:space="0" w:color="auto"/>
      </w:divBdr>
    </w:div>
    <w:div w:id="203758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lic\Desktop\P&#345;&#237;loha_k_nab&#237;dce_R-F_22-22%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BF7A9CF54745159C4B218346588A5C"/>
        <w:category>
          <w:name w:val="Obecné"/>
          <w:gallery w:val="placeholder"/>
        </w:category>
        <w:types>
          <w:type w:val="bbPlcHdr"/>
        </w:types>
        <w:behaviors>
          <w:behavior w:val="content"/>
        </w:behaviors>
        <w:guid w:val="{8B9106B4-7C7D-454B-966F-F3B044098FB8}"/>
      </w:docPartPr>
      <w:docPartBody>
        <w:p w:rsidR="00364299" w:rsidRDefault="00AD5D1D">
          <w:pPr>
            <w:pStyle w:val="E9BF7A9CF54745159C4B218346588A5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76C"/>
    <w:rsid w:val="00013B5A"/>
    <w:rsid w:val="0023131C"/>
    <w:rsid w:val="00311AD6"/>
    <w:rsid w:val="00364299"/>
    <w:rsid w:val="00467317"/>
    <w:rsid w:val="004757DF"/>
    <w:rsid w:val="006018C0"/>
    <w:rsid w:val="00676897"/>
    <w:rsid w:val="007F640F"/>
    <w:rsid w:val="008D2FD8"/>
    <w:rsid w:val="00A871D0"/>
    <w:rsid w:val="00AD5D1D"/>
    <w:rsid w:val="00B3390F"/>
    <w:rsid w:val="00E0076C"/>
    <w:rsid w:val="00EA3A21"/>
    <w:rsid w:val="00EE3FE3"/>
    <w:rsid w:val="00EF40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9BF7A9CF54745159C4B218346588A5C">
    <w:name w:val="E9BF7A9CF54745159C4B218346588A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E6547E7-D3E6-484D-A14E-51586A572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Příloha_k_nabídce_R-F_22-22 (002)</Template>
  <TotalTime>0</TotalTime>
  <Pages>11</Pages>
  <Words>4031</Words>
  <Characters>23783</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Havel &amp; Partners</dc:creator>
  <cp:lastModifiedBy>Baštářová Helena</cp:lastModifiedBy>
  <cp:revision>3</cp:revision>
  <cp:lastPrinted>2022-12-23T09:38:00Z</cp:lastPrinted>
  <dcterms:created xsi:type="dcterms:W3CDTF">2022-12-23T09:37:00Z</dcterms:created>
  <dcterms:modified xsi:type="dcterms:W3CDTF">2022-12-23T09:38:00Z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